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A0EA" w14:textId="77777777" w:rsidR="0042696D" w:rsidRPr="00D761DD" w:rsidRDefault="00044568" w:rsidP="00D761DD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</w:pPr>
      <w:r w:rsidRPr="00D761DD">
        <w:rPr>
          <w:rFonts w:cs="Open Sans"/>
          <w:b/>
          <w:bCs/>
          <w:sz w:val="32"/>
          <w:szCs w:val="32"/>
        </w:rPr>
        <w:fldChar w:fldCharType="begin"/>
      </w:r>
      <w:r w:rsidRPr="00D761DD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D761DD">
        <w:rPr>
          <w:rFonts w:cs="Open Sans"/>
          <w:b/>
          <w:bCs/>
          <w:sz w:val="32"/>
          <w:szCs w:val="32"/>
        </w:rPr>
        <w:fldChar w:fldCharType="separate"/>
      </w:r>
      <w:r w:rsidR="000A2A39" w:rsidRPr="00D761DD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D761DD">
        <w:rPr>
          <w:rFonts w:cs="Open Sans"/>
          <w:b/>
          <w:bCs/>
          <w:sz w:val="32"/>
          <w:szCs w:val="32"/>
        </w:rPr>
        <w:fldChar w:fldCharType="end"/>
      </w:r>
      <w:r w:rsidR="00414E69" w:rsidRPr="00D761DD">
        <w:t xml:space="preserve"> </w:t>
      </w:r>
    </w:p>
    <w:p w14:paraId="18700EBF" w14:textId="77777777" w:rsidR="00535984" w:rsidRPr="00D761DD" w:rsidRDefault="0006207D" w:rsidP="00D761DD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D761DD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D761DD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D761DD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0A2A39" w:rsidRPr="00D761DD">
        <w:rPr>
          <w:rFonts w:eastAsia="Yu Gothic Light" w:cstheme="minorHAnsi"/>
          <w:bCs/>
          <w:sz w:val="56"/>
          <w:szCs w:val="28"/>
          <w:lang w:val="pl-PL"/>
        </w:rPr>
        <w:t>Specyfikacja XML dla potwierdzenia zapłaty akcyzy za samochód</w:t>
      </w:r>
      <w:r w:rsidRPr="00D761DD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1DF271C8" w14:textId="77777777" w:rsidR="003F3585" w:rsidRPr="00D761DD" w:rsidRDefault="001D1ACD" w:rsidP="00D761DD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D761DD">
        <w:rPr>
          <w:rFonts w:cs="Open Sans"/>
          <w:b/>
          <w:bCs/>
          <w:sz w:val="32"/>
          <w:szCs w:val="32"/>
        </w:rPr>
        <w:t>Wersja</w:t>
      </w:r>
      <w:r w:rsidR="0058798F" w:rsidRPr="00D761DD">
        <w:rPr>
          <w:rFonts w:cs="Open Sans"/>
          <w:b/>
          <w:bCs/>
          <w:sz w:val="32"/>
          <w:szCs w:val="32"/>
        </w:rPr>
        <w:t xml:space="preserve"> </w:t>
      </w:r>
      <w:r w:rsidR="00917ED3" w:rsidRPr="00D761DD">
        <w:rPr>
          <w:rFonts w:cs="Open Sans"/>
          <w:b/>
          <w:bCs/>
          <w:sz w:val="32"/>
          <w:szCs w:val="32"/>
        </w:rPr>
        <w:fldChar w:fldCharType="begin"/>
      </w:r>
      <w:r w:rsidR="00917ED3" w:rsidRPr="00D761DD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D761DD">
        <w:rPr>
          <w:rFonts w:cs="Open Sans"/>
          <w:b/>
          <w:bCs/>
          <w:sz w:val="32"/>
          <w:szCs w:val="32"/>
        </w:rPr>
        <w:fldChar w:fldCharType="separate"/>
      </w:r>
      <w:r w:rsidR="00B62015" w:rsidRPr="00D761DD">
        <w:rPr>
          <w:rFonts w:cs="Open Sans"/>
          <w:b/>
          <w:bCs/>
          <w:sz w:val="32"/>
          <w:szCs w:val="32"/>
        </w:rPr>
        <w:t>1.0</w:t>
      </w:r>
      <w:r w:rsidR="00917ED3" w:rsidRPr="00D761DD">
        <w:rPr>
          <w:rFonts w:cs="Open Sans"/>
          <w:b/>
          <w:bCs/>
          <w:sz w:val="32"/>
          <w:szCs w:val="32"/>
        </w:rPr>
        <w:fldChar w:fldCharType="end"/>
      </w:r>
    </w:p>
    <w:p w14:paraId="21324462" w14:textId="77777777" w:rsidR="0058798F" w:rsidRPr="00D761DD" w:rsidRDefault="0058798F" w:rsidP="007D0A84"/>
    <w:p w14:paraId="2076380C" w14:textId="77777777" w:rsidR="00F6340E" w:rsidRPr="00D761DD" w:rsidRDefault="00F6340E" w:rsidP="007D0A84">
      <w:pPr>
        <w:sectPr w:rsidR="00F6340E" w:rsidRPr="00D761DD" w:rsidSect="00AF2718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1134" w:footer="1134" w:gutter="0"/>
          <w:cols w:space="708"/>
          <w:titlePg/>
          <w:docGrid w:linePitch="326"/>
        </w:sectPr>
      </w:pPr>
    </w:p>
    <w:p w14:paraId="287AE445" w14:textId="4FDF0B9E" w:rsidR="00C212F5" w:rsidRDefault="00C212F5" w:rsidP="00C212F5">
      <w:pPr>
        <w:pStyle w:val="Legenda"/>
        <w:keepNext/>
      </w:pPr>
      <w:bookmarkStart w:id="0" w:name="_Toc184297408"/>
      <w:r>
        <w:lastRenderedPageBreak/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1</w:t>
      </w:r>
      <w:r w:rsidR="00FF303C">
        <w:rPr>
          <w:noProof/>
        </w:rPr>
        <w:fldChar w:fldCharType="end"/>
      </w:r>
      <w:r>
        <w:t xml:space="preserve">. </w:t>
      </w:r>
      <w:r w:rsidRPr="0033051A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D761DD" w14:paraId="54FB3C41" w14:textId="77777777" w:rsidTr="00A95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26886F78" w14:textId="77777777" w:rsidR="00BB6B75" w:rsidRPr="00A95D96" w:rsidRDefault="00BB6B75" w:rsidP="007D0A84">
            <w:pPr>
              <w:pStyle w:val="Z2Nagwektabeli"/>
              <w:rPr>
                <w:rStyle w:val="Numerstrony"/>
                <w:rFonts w:ascii="Lato" w:eastAsia="Cambria" w:hAnsi="Lato" w:cs="Arial"/>
                <w:b/>
                <w:bCs/>
                <w:szCs w:val="18"/>
              </w:rPr>
            </w:pPr>
            <w:r w:rsidRPr="00A95D96">
              <w:rPr>
                <w:rFonts w:ascii="Lato" w:hAnsi="Lato" w:cs="Arial"/>
                <w:b/>
                <w:bCs/>
                <w:szCs w:val="18"/>
              </w:rPr>
              <w:t>Projekt</w:t>
            </w:r>
          </w:p>
        </w:tc>
        <w:tc>
          <w:tcPr>
            <w:tcW w:w="7560" w:type="dxa"/>
          </w:tcPr>
          <w:p w14:paraId="5B292848" w14:textId="77777777" w:rsidR="00BB6B75" w:rsidRPr="00A95D96" w:rsidRDefault="00BB6B75" w:rsidP="007D0A84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A95D96">
              <w:rPr>
                <w:rFonts w:ascii="Lato" w:hAnsi="Lato" w:cs="Arial"/>
                <w:b/>
                <w:bCs/>
                <w:szCs w:val="18"/>
              </w:rPr>
              <w:t>ZEFIR 2</w:t>
            </w:r>
          </w:p>
        </w:tc>
      </w:tr>
      <w:tr w:rsidR="00BB6B75" w:rsidRPr="00D761DD" w14:paraId="3C514B95" w14:textId="77777777" w:rsidTr="00A95D96">
        <w:tc>
          <w:tcPr>
            <w:tcW w:w="1800" w:type="dxa"/>
          </w:tcPr>
          <w:p w14:paraId="45436B3F" w14:textId="77777777" w:rsidR="00BB6B75" w:rsidRPr="00C212F5" w:rsidRDefault="00FF41D0" w:rsidP="009E5F0B">
            <w:pPr>
              <w:pStyle w:val="Tabelazwyky"/>
            </w:pPr>
            <w:r w:rsidRPr="00C212F5">
              <w:t>Nazwa Wykonawcy</w:t>
            </w:r>
          </w:p>
        </w:tc>
        <w:tc>
          <w:tcPr>
            <w:tcW w:w="7560" w:type="dxa"/>
          </w:tcPr>
          <w:p w14:paraId="46761D5D" w14:textId="77777777" w:rsidR="00BB6B75" w:rsidRPr="00C212F5" w:rsidRDefault="001D1ACD" w:rsidP="00004C2C">
            <w:pPr>
              <w:pStyle w:val="Tabelazwyky"/>
            </w:pPr>
            <w:r w:rsidRPr="00C212F5">
              <w:t>Asseco Poland S.A.</w:t>
            </w:r>
          </w:p>
        </w:tc>
      </w:tr>
      <w:tr w:rsidR="00BB6B75" w:rsidRPr="00D761DD" w14:paraId="702B65AA" w14:textId="77777777" w:rsidTr="00A95D96">
        <w:tc>
          <w:tcPr>
            <w:tcW w:w="1800" w:type="dxa"/>
          </w:tcPr>
          <w:p w14:paraId="15CD61F5" w14:textId="77777777" w:rsidR="00BB6B75" w:rsidRPr="00C212F5" w:rsidRDefault="00FF41D0" w:rsidP="004520B9">
            <w:pPr>
              <w:pStyle w:val="Tabelazwyky"/>
            </w:pPr>
            <w:r w:rsidRPr="00C212F5">
              <w:t>Nazwa p</w:t>
            </w:r>
            <w:r w:rsidR="00BB6B75" w:rsidRPr="00C212F5">
              <w:t>rodukt</w:t>
            </w:r>
            <w:r w:rsidRPr="00C212F5">
              <w:t>u</w:t>
            </w:r>
          </w:p>
        </w:tc>
        <w:tc>
          <w:tcPr>
            <w:tcW w:w="7560" w:type="dxa"/>
          </w:tcPr>
          <w:p w14:paraId="0333AAC8" w14:textId="77777777" w:rsidR="00BB6B75" w:rsidRPr="00C212F5" w:rsidRDefault="0006207D" w:rsidP="00CD2511">
            <w:pPr>
              <w:pStyle w:val="Tabelazwyky"/>
            </w:pPr>
            <w:fldSimple w:instr=" TITLE   \* MERGEFORMAT ">
              <w:r w:rsidR="000A2A39" w:rsidRPr="00C212F5">
                <w:t>Specyfikacja XML dla potwierdzenia zapłaty akcyzy za samochód</w:t>
              </w:r>
            </w:fldSimple>
          </w:p>
        </w:tc>
      </w:tr>
      <w:tr w:rsidR="00BB6B75" w:rsidRPr="00D761DD" w14:paraId="03CAD232" w14:textId="77777777" w:rsidTr="00A95D96">
        <w:tc>
          <w:tcPr>
            <w:tcW w:w="1800" w:type="dxa"/>
          </w:tcPr>
          <w:p w14:paraId="4BE80EA4" w14:textId="77777777" w:rsidR="00BB6B75" w:rsidRPr="00C212F5" w:rsidRDefault="00BB6B75" w:rsidP="004520B9">
            <w:pPr>
              <w:pStyle w:val="Tabelazwyky"/>
            </w:pPr>
            <w:r w:rsidRPr="00C212F5">
              <w:t>Opis</w:t>
            </w:r>
            <w:r w:rsidR="00FF41D0" w:rsidRPr="00C212F5">
              <w:t xml:space="preserve"> produktu</w:t>
            </w:r>
          </w:p>
        </w:tc>
        <w:tc>
          <w:tcPr>
            <w:tcW w:w="7560" w:type="dxa"/>
          </w:tcPr>
          <w:p w14:paraId="208678EE" w14:textId="77777777" w:rsidR="00251DB6" w:rsidRPr="00C212F5" w:rsidRDefault="00251DB6" w:rsidP="00251DB6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212F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C212F5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wraz z późniejszymi aneksami.</w:t>
            </w:r>
          </w:p>
          <w:p w14:paraId="61DA03A6" w14:textId="77777777" w:rsidR="00004C2C" w:rsidRPr="00C212F5" w:rsidRDefault="00004C2C" w:rsidP="004520B9">
            <w:pPr>
              <w:pStyle w:val="Tabelazwyky"/>
            </w:pPr>
            <w:r w:rsidRPr="00C212F5">
              <w:t>Dokument zawiera</w:t>
            </w:r>
            <w:r w:rsidR="008A4189" w:rsidRPr="00C212F5">
              <w:t xml:space="preserve"> </w:t>
            </w:r>
            <w:r w:rsidR="00050718" w:rsidRPr="00C212F5">
              <w:t xml:space="preserve">definicję struktury deklaracji </w:t>
            </w:r>
            <w:r w:rsidR="009D1E89" w:rsidRPr="00C212F5">
              <w:t xml:space="preserve">Specyfikacja XML </w:t>
            </w:r>
            <w:r w:rsidR="00E06274" w:rsidRPr="00C212F5">
              <w:t xml:space="preserve">dla </w:t>
            </w:r>
            <w:r w:rsidR="00EE09BD" w:rsidRPr="00C212F5">
              <w:t>potwierdzenia zapłaty akcyzy za samochód</w:t>
            </w:r>
          </w:p>
        </w:tc>
      </w:tr>
      <w:tr w:rsidR="00BB6B75" w:rsidRPr="00D761DD" w14:paraId="28339C2A" w14:textId="77777777" w:rsidTr="00A95D96">
        <w:tc>
          <w:tcPr>
            <w:tcW w:w="1800" w:type="dxa"/>
          </w:tcPr>
          <w:p w14:paraId="16EE884E" w14:textId="77777777" w:rsidR="00BB6B75" w:rsidRPr="00C212F5" w:rsidRDefault="00FF41D0" w:rsidP="004520B9">
            <w:pPr>
              <w:pStyle w:val="Tabelazwyky"/>
            </w:pPr>
            <w:r w:rsidRPr="00C212F5">
              <w:t>Autor/</w:t>
            </w:r>
            <w:proofErr w:type="spellStart"/>
            <w:r w:rsidRPr="00C212F5">
              <w:t>rzy</w:t>
            </w:r>
            <w:proofErr w:type="spellEnd"/>
          </w:p>
        </w:tc>
        <w:tc>
          <w:tcPr>
            <w:tcW w:w="7560" w:type="dxa"/>
          </w:tcPr>
          <w:p w14:paraId="57EFDE65" w14:textId="77777777" w:rsidR="00BB6B75" w:rsidRPr="00C212F5" w:rsidRDefault="009D1E89" w:rsidP="004520B9">
            <w:pPr>
              <w:pStyle w:val="Tabelazwyky"/>
            </w:pPr>
            <w:r w:rsidRPr="00C212F5">
              <w:t>Projektant –</w:t>
            </w:r>
            <w:r w:rsidR="00B67094" w:rsidRPr="00C212F5">
              <w:t xml:space="preserve"> Rafał Złoty</w:t>
            </w:r>
            <w:r w:rsidR="00845045" w:rsidRPr="00C212F5">
              <w:t xml:space="preserve">; Analityk - </w:t>
            </w:r>
            <w:proofErr w:type="spellStart"/>
            <w:r w:rsidR="00845045" w:rsidRPr="00C212F5">
              <w:t>S.Wierzbicki</w:t>
            </w:r>
            <w:proofErr w:type="spellEnd"/>
            <w:r w:rsidR="00845045" w:rsidRPr="00C212F5">
              <w:t xml:space="preserve">; </w:t>
            </w:r>
            <w:proofErr w:type="spellStart"/>
            <w:r w:rsidR="00845045" w:rsidRPr="00C212F5">
              <w:t>B.Schmidt</w:t>
            </w:r>
            <w:proofErr w:type="spellEnd"/>
          </w:p>
        </w:tc>
      </w:tr>
      <w:tr w:rsidR="00A95D96" w:rsidRPr="00D761DD" w14:paraId="0B67AC87" w14:textId="77777777" w:rsidTr="00A95D96">
        <w:tc>
          <w:tcPr>
            <w:tcW w:w="1800" w:type="dxa"/>
          </w:tcPr>
          <w:p w14:paraId="5C11E4E3" w14:textId="28DD50D9" w:rsidR="00A95D96" w:rsidRPr="00C212F5" w:rsidRDefault="00A95D96" w:rsidP="00A95D96">
            <w:pPr>
              <w:pStyle w:val="Tabelazwyky"/>
            </w:pPr>
            <w:r w:rsidRPr="00C212F5">
              <w:t>Nazwa pliku</w:t>
            </w:r>
          </w:p>
        </w:tc>
        <w:tc>
          <w:tcPr>
            <w:tcW w:w="7560" w:type="dxa"/>
          </w:tcPr>
          <w:p w14:paraId="3586B201" w14:textId="4D7358F1" w:rsidR="00A95D96" w:rsidRPr="00C212F5" w:rsidRDefault="00A95D96" w:rsidP="00A95D96">
            <w:pPr>
              <w:pStyle w:val="Tabelazwyky"/>
            </w:pPr>
            <w:r w:rsidRPr="00C212F5">
              <w:fldChar w:fldCharType="begin"/>
            </w:r>
            <w:r w:rsidRPr="00C212F5">
              <w:instrText xml:space="preserve"> FILENAME   \* MERGEFORMAT </w:instrText>
            </w:r>
            <w:r w:rsidRPr="00C212F5">
              <w:fldChar w:fldCharType="separate"/>
            </w:r>
            <w:r w:rsidRPr="00C212F5">
              <w:rPr>
                <w:noProof/>
              </w:rPr>
              <w:t>ZF2-PWT-KXML-PZAS_v1.0.doc</w:t>
            </w:r>
            <w:r w:rsidRPr="00C212F5">
              <w:fldChar w:fldCharType="end"/>
            </w:r>
          </w:p>
        </w:tc>
      </w:tr>
      <w:tr w:rsidR="00A95D96" w:rsidRPr="00D761DD" w14:paraId="350CD13F" w14:textId="77777777" w:rsidTr="00A95D96">
        <w:tc>
          <w:tcPr>
            <w:tcW w:w="1800" w:type="dxa"/>
          </w:tcPr>
          <w:p w14:paraId="2B45E4E7" w14:textId="26BBDFF3" w:rsidR="00A95D96" w:rsidRPr="00C212F5" w:rsidRDefault="00A95D96" w:rsidP="00A95D96">
            <w:pPr>
              <w:pStyle w:val="Tabelazwyky"/>
            </w:pPr>
            <w:r w:rsidRPr="00C212F5">
              <w:t>Liczba stron</w:t>
            </w:r>
          </w:p>
        </w:tc>
        <w:tc>
          <w:tcPr>
            <w:tcW w:w="7560" w:type="dxa"/>
          </w:tcPr>
          <w:p w14:paraId="336B4397" w14:textId="002D631E" w:rsidR="00A95D96" w:rsidRPr="00C212F5" w:rsidRDefault="00A95D96" w:rsidP="00A95D96">
            <w:pPr>
              <w:pStyle w:val="Tabelazwyky"/>
            </w:pPr>
            <w:r w:rsidRPr="00C212F5">
              <w:fldChar w:fldCharType="begin"/>
            </w:r>
            <w:r w:rsidRPr="00C212F5">
              <w:instrText xml:space="preserve"> NUMPAGES   \* MERGEFORMAT </w:instrText>
            </w:r>
            <w:r w:rsidRPr="00C212F5">
              <w:fldChar w:fldCharType="separate"/>
            </w:r>
            <w:r w:rsidR="00FF303C">
              <w:rPr>
                <w:noProof/>
              </w:rPr>
              <w:t>18</w:t>
            </w:r>
            <w:r w:rsidRPr="00C212F5">
              <w:rPr>
                <w:noProof/>
              </w:rPr>
              <w:fldChar w:fldCharType="end"/>
            </w:r>
          </w:p>
        </w:tc>
      </w:tr>
    </w:tbl>
    <w:p w14:paraId="70CA4B4C" w14:textId="526EDE63" w:rsidR="00C212F5" w:rsidRDefault="00C212F5" w:rsidP="00C212F5">
      <w:pPr>
        <w:pStyle w:val="Legenda"/>
        <w:keepNext/>
      </w:pPr>
      <w:bookmarkStart w:id="1" w:name="_Toc184297409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2</w:t>
      </w:r>
      <w:r w:rsidR="00FF303C">
        <w:rPr>
          <w:noProof/>
        </w:rPr>
        <w:fldChar w:fldCharType="end"/>
      </w:r>
      <w:r>
        <w:t xml:space="preserve">. </w:t>
      </w:r>
      <w:r w:rsidRPr="00262596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D761DD" w14:paraId="33724CEB" w14:textId="77777777" w:rsidTr="00A95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2A166F37" w14:textId="77777777" w:rsidR="00A45A2F" w:rsidRPr="00A95D96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E</w:t>
            </w:r>
            <w:r w:rsidR="00A45A2F" w:rsidRPr="00A95D96">
              <w:rPr>
                <w:rFonts w:ascii="Lato" w:hAnsi="Lato"/>
                <w:b/>
                <w:bCs/>
              </w:rPr>
              <w:t>dycj</w:t>
            </w:r>
            <w:r w:rsidRPr="00A95D96">
              <w:rPr>
                <w:rFonts w:ascii="Lato" w:hAnsi="Lato"/>
                <w:b/>
                <w:bCs/>
              </w:rPr>
              <w:t>a</w:t>
            </w:r>
          </w:p>
        </w:tc>
        <w:tc>
          <w:tcPr>
            <w:tcW w:w="877" w:type="dxa"/>
          </w:tcPr>
          <w:p w14:paraId="39B56C8B" w14:textId="77777777" w:rsidR="00A45A2F" w:rsidRPr="00A95D96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Rewizja</w:t>
            </w:r>
          </w:p>
        </w:tc>
        <w:tc>
          <w:tcPr>
            <w:tcW w:w="1326" w:type="dxa"/>
          </w:tcPr>
          <w:p w14:paraId="0011E8FE" w14:textId="77777777" w:rsidR="00A45A2F" w:rsidRPr="00A95D96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Data wydania</w:t>
            </w:r>
          </w:p>
        </w:tc>
        <w:tc>
          <w:tcPr>
            <w:tcW w:w="2400" w:type="dxa"/>
          </w:tcPr>
          <w:p w14:paraId="4A23F93E" w14:textId="77777777" w:rsidR="00A45A2F" w:rsidRPr="00A95D96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Opis</w:t>
            </w:r>
          </w:p>
        </w:tc>
        <w:tc>
          <w:tcPr>
            <w:tcW w:w="720" w:type="dxa"/>
          </w:tcPr>
          <w:p w14:paraId="611D965D" w14:textId="77777777" w:rsidR="00A45A2F" w:rsidRPr="00A95D96" w:rsidRDefault="005366D3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A</w:t>
            </w:r>
            <w:r w:rsidR="00A45A2F" w:rsidRPr="00A95D96">
              <w:rPr>
                <w:rFonts w:ascii="Lato" w:hAnsi="Lato"/>
                <w:b/>
                <w:bCs/>
              </w:rPr>
              <w:t>kcja (*)</w:t>
            </w:r>
          </w:p>
        </w:tc>
        <w:tc>
          <w:tcPr>
            <w:tcW w:w="1080" w:type="dxa"/>
          </w:tcPr>
          <w:p w14:paraId="471E6944" w14:textId="77777777" w:rsidR="00A45A2F" w:rsidRPr="00A95D96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Rozdzi</w:t>
            </w:r>
            <w:r w:rsidR="00FF41D0" w:rsidRPr="00A95D96">
              <w:rPr>
                <w:rFonts w:ascii="Lato" w:hAnsi="Lato"/>
                <w:b/>
                <w:bCs/>
              </w:rPr>
              <w:t>ały</w:t>
            </w:r>
            <w:r w:rsidR="005366D3" w:rsidRPr="00A95D96">
              <w:rPr>
                <w:rFonts w:ascii="Lato" w:hAnsi="Lato"/>
                <w:b/>
                <w:bCs/>
              </w:rPr>
              <w:t xml:space="preserve"> </w:t>
            </w:r>
            <w:r w:rsidRPr="00A95D96">
              <w:rPr>
                <w:rFonts w:ascii="Lato" w:hAnsi="Lato"/>
                <w:b/>
                <w:bCs/>
              </w:rPr>
              <w:t>(**)</w:t>
            </w:r>
          </w:p>
        </w:tc>
        <w:tc>
          <w:tcPr>
            <w:tcW w:w="1080" w:type="dxa"/>
          </w:tcPr>
          <w:p w14:paraId="74B93CBA" w14:textId="77777777" w:rsidR="00A45A2F" w:rsidRPr="00A95D96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Autor</w:t>
            </w:r>
            <w:r w:rsidR="00FF41D0" w:rsidRPr="00A95D96">
              <w:rPr>
                <w:rFonts w:ascii="Lato" w:hAnsi="Lato"/>
                <w:b/>
                <w:bCs/>
              </w:rPr>
              <w:t>/</w:t>
            </w:r>
            <w:proofErr w:type="spellStart"/>
            <w:r w:rsidR="00FF41D0" w:rsidRPr="00A95D96">
              <w:rPr>
                <w:rFonts w:ascii="Lato" w:hAnsi="Lato"/>
                <w:b/>
                <w:bCs/>
              </w:rPr>
              <w:t>rzy</w:t>
            </w:r>
            <w:proofErr w:type="spellEnd"/>
            <w:r w:rsidR="00FF41D0" w:rsidRPr="00A95D96">
              <w:rPr>
                <w:rFonts w:ascii="Lato" w:hAnsi="Lato"/>
                <w:b/>
                <w:bCs/>
              </w:rPr>
              <w:t xml:space="preserve"> </w:t>
            </w:r>
            <w:r w:rsidRPr="00A95D96">
              <w:rPr>
                <w:rFonts w:ascii="Lato" w:hAnsi="Lato"/>
                <w:b/>
                <w:bCs/>
              </w:rPr>
              <w:t>(***)</w:t>
            </w:r>
          </w:p>
        </w:tc>
        <w:tc>
          <w:tcPr>
            <w:tcW w:w="1161" w:type="dxa"/>
          </w:tcPr>
          <w:p w14:paraId="015BA269" w14:textId="77777777" w:rsidR="00A45A2F" w:rsidRPr="00A95D96" w:rsidRDefault="00A45A2F" w:rsidP="007D0A84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 xml:space="preserve">Data </w:t>
            </w:r>
            <w:r w:rsidR="005366D3" w:rsidRPr="00A95D96">
              <w:rPr>
                <w:rFonts w:ascii="Lato" w:hAnsi="Lato"/>
                <w:b/>
                <w:bCs/>
              </w:rPr>
              <w:t>KJ</w:t>
            </w:r>
          </w:p>
        </w:tc>
      </w:tr>
      <w:tr w:rsidR="002563C1" w:rsidRPr="00D761DD" w14:paraId="19EF6415" w14:textId="77777777" w:rsidTr="00A95D96">
        <w:tc>
          <w:tcPr>
            <w:tcW w:w="797" w:type="dxa"/>
          </w:tcPr>
          <w:p w14:paraId="42FDA4BF" w14:textId="77777777" w:rsidR="002563C1" w:rsidRPr="005E15DA" w:rsidRDefault="008F450C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7A5FC68" w14:textId="77777777" w:rsidR="002563C1" w:rsidRPr="005E15DA" w:rsidRDefault="008F450C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5D0E8D0" w14:textId="77777777" w:rsidR="002563C1" w:rsidRPr="005E15DA" w:rsidRDefault="00753620" w:rsidP="0075362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2015-04-17</w:t>
            </w:r>
          </w:p>
        </w:tc>
        <w:tc>
          <w:tcPr>
            <w:tcW w:w="2400" w:type="dxa"/>
          </w:tcPr>
          <w:p w14:paraId="4A8054E5" w14:textId="77777777" w:rsidR="002563C1" w:rsidRPr="005E15DA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3845AD28" w14:textId="77777777" w:rsidR="002563C1" w:rsidRPr="005E15DA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410BACF" w14:textId="77777777" w:rsidR="002563C1" w:rsidRPr="005E15DA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0DB8AE3" w14:textId="77777777" w:rsidR="002563C1" w:rsidRPr="005E15DA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16C11B0" w14:textId="77777777" w:rsidR="002563C1" w:rsidRPr="005E15DA" w:rsidRDefault="002563C1" w:rsidP="000E01D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C957A3" w:rsidRPr="00D761DD" w14:paraId="445050EC" w14:textId="77777777" w:rsidTr="00A95D96">
        <w:tc>
          <w:tcPr>
            <w:tcW w:w="797" w:type="dxa"/>
          </w:tcPr>
          <w:p w14:paraId="0FDF36A0" w14:textId="77777777" w:rsidR="00C957A3" w:rsidRPr="005E15DA" w:rsidRDefault="008F450C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13F460F" w14:textId="77777777" w:rsidR="00C957A3" w:rsidRPr="005E15DA" w:rsidRDefault="008F450C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36F6E2F" w14:textId="77777777" w:rsidR="00C957A3" w:rsidRPr="005E15DA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4E2FEE2" w14:textId="77777777" w:rsidR="00C957A3" w:rsidRPr="005E15DA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358E237" w14:textId="77777777" w:rsidR="00C957A3" w:rsidRPr="005E15DA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3EB4812" w14:textId="77777777" w:rsidR="00C957A3" w:rsidRPr="005E15DA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438D08D" w14:textId="77777777" w:rsidR="00C957A3" w:rsidRPr="005E15DA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2A58E49" w14:textId="77777777" w:rsidR="00C957A3" w:rsidRPr="005E15DA" w:rsidRDefault="00C957A3" w:rsidP="00C957A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133DC2" w:rsidRPr="00D761DD" w14:paraId="4CAF3767" w14:textId="77777777" w:rsidTr="00A95D96">
        <w:tc>
          <w:tcPr>
            <w:tcW w:w="797" w:type="dxa"/>
          </w:tcPr>
          <w:p w14:paraId="583D55BC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0EEBA2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B7273A1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0CAAFCB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AC6E373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B109169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5A752CB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F201415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133DC2" w:rsidRPr="00D761DD" w14:paraId="6B3BECAB" w14:textId="77777777" w:rsidTr="00A95D96">
        <w:tc>
          <w:tcPr>
            <w:tcW w:w="797" w:type="dxa"/>
          </w:tcPr>
          <w:p w14:paraId="78ED5915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7F85B2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B38DC4C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F683941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C69774F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51305E9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5D6B148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85BF7BE" w14:textId="77777777" w:rsidR="00133DC2" w:rsidRPr="005E15DA" w:rsidRDefault="00133DC2" w:rsidP="00133DC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E3511F" w:rsidRPr="00D761DD" w14:paraId="08836A94" w14:textId="77777777" w:rsidTr="00A95D96">
        <w:tc>
          <w:tcPr>
            <w:tcW w:w="797" w:type="dxa"/>
          </w:tcPr>
          <w:p w14:paraId="74F3423F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3415AE8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D493F09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E04246C" w14:textId="77777777" w:rsidR="00E3511F" w:rsidRPr="005E15DA" w:rsidRDefault="00E3511F" w:rsidP="00E3511F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Dokument stanowi kontynuację Specyfikacji XML dla potwierdzenia zapłaty akcyzy za samochód, wersja 0.2, wytworzonego w Fazie 2.</w:t>
            </w:r>
          </w:p>
        </w:tc>
        <w:tc>
          <w:tcPr>
            <w:tcW w:w="720" w:type="dxa"/>
          </w:tcPr>
          <w:p w14:paraId="6FF6094A" w14:textId="77777777" w:rsidR="00E3511F" w:rsidRPr="005E15DA" w:rsidRDefault="00E3511F" w:rsidP="00E3511F">
            <w:pPr>
              <w:rPr>
                <w:rFonts w:cs="Arial"/>
                <w:sz w:val="20"/>
                <w:szCs w:val="20"/>
              </w:rPr>
            </w:pPr>
            <w:r w:rsidRPr="005E15DA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4CCF55B7" w14:textId="77777777" w:rsidR="00E3511F" w:rsidRPr="005E15DA" w:rsidRDefault="00E3511F" w:rsidP="00E3511F">
            <w:pPr>
              <w:rPr>
                <w:rFonts w:cs="Arial"/>
                <w:sz w:val="20"/>
                <w:szCs w:val="20"/>
              </w:rPr>
            </w:pPr>
            <w:r w:rsidRPr="005E15DA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491834CE" w14:textId="77777777" w:rsidR="00E3511F" w:rsidRPr="005E15DA" w:rsidRDefault="00E3511F" w:rsidP="00E3511F">
            <w:pPr>
              <w:rPr>
                <w:rFonts w:cs="Arial"/>
                <w:sz w:val="20"/>
                <w:szCs w:val="20"/>
              </w:rPr>
            </w:pPr>
            <w:r w:rsidRPr="005E15DA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40AEAF2F" w14:textId="77777777" w:rsidR="00E3511F" w:rsidRPr="005E15DA" w:rsidRDefault="00E3511F" w:rsidP="00E3511F">
            <w:pPr>
              <w:rPr>
                <w:rFonts w:cs="Arial"/>
                <w:sz w:val="20"/>
                <w:szCs w:val="20"/>
              </w:rPr>
            </w:pPr>
            <w:r w:rsidRPr="005E15DA">
              <w:rPr>
                <w:rFonts w:cs="Arial"/>
                <w:sz w:val="20"/>
                <w:szCs w:val="20"/>
              </w:rPr>
              <w:t>nd</w:t>
            </w:r>
          </w:p>
        </w:tc>
      </w:tr>
      <w:tr w:rsidR="00E3511F" w:rsidRPr="00D761DD" w14:paraId="38092B20" w14:textId="77777777" w:rsidTr="00A95D96">
        <w:tc>
          <w:tcPr>
            <w:tcW w:w="797" w:type="dxa"/>
          </w:tcPr>
          <w:p w14:paraId="349C74B3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7135D50F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393B9F14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3F529B35" w14:textId="77777777" w:rsidR="00E3511F" w:rsidRPr="005E15DA" w:rsidRDefault="00E3511F" w:rsidP="00E3511F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5F190B08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EC91662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36C9DB1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58EA8550" w14:textId="77777777" w:rsidR="00E3511F" w:rsidRPr="005E15DA" w:rsidRDefault="00E3511F" w:rsidP="00E3511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845045" w:rsidRPr="00D761DD" w14:paraId="136050EA" w14:textId="77777777" w:rsidTr="00A95D96">
        <w:tc>
          <w:tcPr>
            <w:tcW w:w="797" w:type="dxa"/>
          </w:tcPr>
          <w:p w14:paraId="52C83507" w14:textId="77777777" w:rsidR="00845045" w:rsidRPr="005E15DA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5A7358B" w14:textId="77777777" w:rsidR="00845045" w:rsidRPr="005E15DA" w:rsidRDefault="00A12C3B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3.1</w:t>
            </w:r>
          </w:p>
        </w:tc>
        <w:tc>
          <w:tcPr>
            <w:tcW w:w="1326" w:type="dxa"/>
          </w:tcPr>
          <w:p w14:paraId="5ABDF3D4" w14:textId="77777777" w:rsidR="00845045" w:rsidRPr="005E15DA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44400028" w14:textId="77777777" w:rsidR="00845045" w:rsidRPr="005E15DA" w:rsidRDefault="00845045" w:rsidP="007626B5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6652C6D6" w14:textId="77777777" w:rsidR="00845045" w:rsidRPr="005E15DA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A2E473" w14:textId="77777777" w:rsidR="00845045" w:rsidRPr="005E15DA" w:rsidRDefault="00845045" w:rsidP="0084504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080" w:type="dxa"/>
          </w:tcPr>
          <w:p w14:paraId="5422C80C" w14:textId="77777777" w:rsidR="00845045" w:rsidRPr="005E15DA" w:rsidRDefault="00845045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5615E02" w14:textId="77777777" w:rsidR="00845045" w:rsidRPr="005E15DA" w:rsidRDefault="000A2A39" w:rsidP="007626B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  <w:r w:rsidR="00845045" w:rsidRPr="005E15DA">
              <w:rPr>
                <w:rFonts w:ascii="Lato" w:hAnsi="Lato"/>
                <w:sz w:val="20"/>
                <w:szCs w:val="20"/>
                <w:lang w:val="pl-PL" w:eastAsia="pl-PL"/>
              </w:rPr>
              <w:t>d</w:t>
            </w:r>
          </w:p>
        </w:tc>
      </w:tr>
      <w:tr w:rsidR="00251DB6" w:rsidRPr="00D761DD" w14:paraId="6C75E334" w14:textId="77777777" w:rsidTr="00A95D96">
        <w:tc>
          <w:tcPr>
            <w:tcW w:w="797" w:type="dxa"/>
          </w:tcPr>
          <w:p w14:paraId="710CE0D8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61AB562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</w:tcPr>
          <w:p w14:paraId="19AD2E45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2019-12-05</w:t>
            </w:r>
          </w:p>
        </w:tc>
        <w:tc>
          <w:tcPr>
            <w:tcW w:w="2400" w:type="dxa"/>
          </w:tcPr>
          <w:p w14:paraId="23D4D35A" w14:textId="77777777" w:rsidR="00251DB6" w:rsidRPr="005E15DA" w:rsidRDefault="00251DB6" w:rsidP="00D44EE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Zmiany okresu obowiązywania zgodnie z WZ16R</w:t>
            </w:r>
          </w:p>
        </w:tc>
        <w:tc>
          <w:tcPr>
            <w:tcW w:w="720" w:type="dxa"/>
          </w:tcPr>
          <w:p w14:paraId="36BCE5B5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C52B92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1.3</w:t>
            </w:r>
          </w:p>
        </w:tc>
        <w:tc>
          <w:tcPr>
            <w:tcW w:w="1080" w:type="dxa"/>
          </w:tcPr>
          <w:p w14:paraId="32253936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91096CC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51DB6" w:rsidRPr="00D761DD" w14:paraId="51AFEB94" w14:textId="77777777" w:rsidTr="00A95D96">
        <w:tc>
          <w:tcPr>
            <w:tcW w:w="797" w:type="dxa"/>
          </w:tcPr>
          <w:p w14:paraId="019A2C98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2AD6983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</w:tcPr>
          <w:p w14:paraId="21B5731A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90D6760" w14:textId="77777777" w:rsidR="00251DB6" w:rsidRPr="005E15DA" w:rsidRDefault="00251DB6" w:rsidP="00D44EE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243B58A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A984142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E0C3773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</w:tcPr>
          <w:p w14:paraId="15B812A4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2019-12-06</w:t>
            </w:r>
          </w:p>
        </w:tc>
      </w:tr>
      <w:tr w:rsidR="00251DB6" w:rsidRPr="00D761DD" w14:paraId="62079EF5" w14:textId="77777777" w:rsidTr="00A95D96">
        <w:tc>
          <w:tcPr>
            <w:tcW w:w="797" w:type="dxa"/>
          </w:tcPr>
          <w:p w14:paraId="64ED69F9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307742A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</w:tcPr>
          <w:p w14:paraId="500028A7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2019-12-06</w:t>
            </w:r>
          </w:p>
        </w:tc>
        <w:tc>
          <w:tcPr>
            <w:tcW w:w="2400" w:type="dxa"/>
          </w:tcPr>
          <w:p w14:paraId="31246DC1" w14:textId="77777777" w:rsidR="00251DB6" w:rsidRPr="005E15DA" w:rsidRDefault="00251DB6" w:rsidP="00D44EE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D9362D9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A440196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DFDC0C5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2AD900FC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C63991" w:rsidRPr="00D761DD" w14:paraId="5AD1BBFF" w14:textId="77777777" w:rsidTr="00A95D96">
        <w:tc>
          <w:tcPr>
            <w:tcW w:w="797" w:type="dxa"/>
          </w:tcPr>
          <w:p w14:paraId="596A0DEB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A4E64F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5243ACA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2019-12-05</w:t>
            </w:r>
          </w:p>
        </w:tc>
        <w:tc>
          <w:tcPr>
            <w:tcW w:w="2400" w:type="dxa"/>
          </w:tcPr>
          <w:p w14:paraId="69F04C45" w14:textId="77777777" w:rsidR="00C63991" w:rsidRPr="005E15DA" w:rsidRDefault="00C63991" w:rsidP="00330913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zgodnie z WZ16R</w:t>
            </w:r>
          </w:p>
        </w:tc>
        <w:tc>
          <w:tcPr>
            <w:tcW w:w="720" w:type="dxa"/>
          </w:tcPr>
          <w:p w14:paraId="42AADAB1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949A29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1.3;3</w:t>
            </w:r>
          </w:p>
        </w:tc>
        <w:tc>
          <w:tcPr>
            <w:tcW w:w="1080" w:type="dxa"/>
          </w:tcPr>
          <w:p w14:paraId="72EAD2E9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35AA2171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63991" w:rsidRPr="00D761DD" w14:paraId="4681E640" w14:textId="77777777" w:rsidTr="00A95D96">
        <w:tc>
          <w:tcPr>
            <w:tcW w:w="797" w:type="dxa"/>
          </w:tcPr>
          <w:p w14:paraId="3B261E92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6FA752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1672DE4A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FC68D21" w14:textId="77777777" w:rsidR="00C63991" w:rsidRPr="005E15DA" w:rsidRDefault="00C63991" w:rsidP="00330913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F211970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D98720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B219B42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</w:tcPr>
          <w:p w14:paraId="634E1B80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2019-12-06</w:t>
            </w:r>
          </w:p>
        </w:tc>
      </w:tr>
      <w:tr w:rsidR="00C63991" w:rsidRPr="00D761DD" w14:paraId="1A39C738" w14:textId="77777777" w:rsidTr="00A95D96">
        <w:tc>
          <w:tcPr>
            <w:tcW w:w="797" w:type="dxa"/>
          </w:tcPr>
          <w:p w14:paraId="006AFC8C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3672B6D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47F9C0A7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2019-12-06</w:t>
            </w:r>
          </w:p>
        </w:tc>
        <w:tc>
          <w:tcPr>
            <w:tcW w:w="2400" w:type="dxa"/>
          </w:tcPr>
          <w:p w14:paraId="536093A8" w14:textId="77777777" w:rsidR="00C63991" w:rsidRPr="005E15DA" w:rsidRDefault="00C63991" w:rsidP="00330913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B0D730A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E032CC3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AD8FE6C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61A536F2" w14:textId="77777777" w:rsidR="00C63991" w:rsidRPr="005E15DA" w:rsidRDefault="00C63991" w:rsidP="0033091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884F9B" w:rsidRPr="00D761DD" w14:paraId="69BEA295" w14:textId="77777777" w:rsidTr="00A95D96">
        <w:tc>
          <w:tcPr>
            <w:tcW w:w="797" w:type="dxa"/>
          </w:tcPr>
          <w:p w14:paraId="359C7900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EDABDAE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8AB9D65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2020-02-14</w:t>
            </w:r>
          </w:p>
        </w:tc>
        <w:tc>
          <w:tcPr>
            <w:tcW w:w="2400" w:type="dxa"/>
          </w:tcPr>
          <w:p w14:paraId="2AC1F5B9" w14:textId="77777777" w:rsidR="00884F9B" w:rsidRPr="005E15DA" w:rsidRDefault="00884F9B" w:rsidP="00B83476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zgodnie ze zmianą wersji PZAS z dniem 1.032020</w:t>
            </w:r>
          </w:p>
        </w:tc>
        <w:tc>
          <w:tcPr>
            <w:tcW w:w="720" w:type="dxa"/>
          </w:tcPr>
          <w:p w14:paraId="6DFC7F5D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AAF05BB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1.3;3</w:t>
            </w:r>
          </w:p>
        </w:tc>
        <w:tc>
          <w:tcPr>
            <w:tcW w:w="1080" w:type="dxa"/>
          </w:tcPr>
          <w:p w14:paraId="777B7C9F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768C79C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84F9B" w:rsidRPr="00D761DD" w14:paraId="590F0D78" w14:textId="77777777" w:rsidTr="00A95D96">
        <w:tc>
          <w:tcPr>
            <w:tcW w:w="797" w:type="dxa"/>
          </w:tcPr>
          <w:p w14:paraId="51701215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372954E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6DD6BDD4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23D6ED1" w14:textId="77777777" w:rsidR="00884F9B" w:rsidRPr="005E15DA" w:rsidRDefault="00884F9B" w:rsidP="00B83476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9D12B0E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6D9DD7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04D0E35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</w:tcPr>
          <w:p w14:paraId="6726DD92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2020-02-17</w:t>
            </w:r>
          </w:p>
        </w:tc>
      </w:tr>
      <w:tr w:rsidR="00884F9B" w:rsidRPr="00D761DD" w14:paraId="2F120E65" w14:textId="77777777" w:rsidTr="00A95D96">
        <w:tc>
          <w:tcPr>
            <w:tcW w:w="797" w:type="dxa"/>
          </w:tcPr>
          <w:p w14:paraId="31848FDC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58FA78A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31B30F3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2020-02-17</w:t>
            </w:r>
          </w:p>
        </w:tc>
        <w:tc>
          <w:tcPr>
            <w:tcW w:w="2400" w:type="dxa"/>
          </w:tcPr>
          <w:p w14:paraId="3531AF9F" w14:textId="77777777" w:rsidR="00884F9B" w:rsidRPr="005E15DA" w:rsidRDefault="00884F9B" w:rsidP="00B83476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E2B3C54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BB64CFD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BB46405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626DF30C" w14:textId="77777777" w:rsidR="00884F9B" w:rsidRPr="005E15DA" w:rsidRDefault="00884F9B" w:rsidP="00B8347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51DB6" w:rsidRPr="00D761DD" w14:paraId="4E81452F" w14:textId="77777777" w:rsidTr="00A95D96">
        <w:tc>
          <w:tcPr>
            <w:tcW w:w="797" w:type="dxa"/>
          </w:tcPr>
          <w:p w14:paraId="62BEF5E8" w14:textId="77777777" w:rsidR="00251DB6" w:rsidRPr="005E15DA" w:rsidRDefault="00B62015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2ECAE7B" w14:textId="77777777" w:rsidR="00251DB6" w:rsidRPr="005E15DA" w:rsidRDefault="00B62015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CEE7F6C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</w:t>
            </w:r>
            <w:r w:rsidR="00C63991" w:rsidRPr="005E15DA">
              <w:rPr>
                <w:rFonts w:ascii="Lato" w:hAnsi="Lato"/>
                <w:sz w:val="20"/>
                <w:szCs w:val="20"/>
                <w:lang w:val="pl-PL" w:eastAsia="pl-PL"/>
              </w:rPr>
              <w:t>20</w:t>
            </w: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C63991" w:rsidRPr="005E15DA">
              <w:rPr>
                <w:rFonts w:ascii="Lato" w:hAnsi="Lato"/>
                <w:sz w:val="20"/>
                <w:szCs w:val="20"/>
                <w:lang w:val="pl-PL" w:eastAsia="pl-PL"/>
              </w:rPr>
              <w:t>02</w:t>
            </w: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C63991" w:rsidRPr="005E15DA">
              <w:rPr>
                <w:rFonts w:ascii="Lato" w:hAnsi="Lato"/>
                <w:sz w:val="20"/>
                <w:szCs w:val="20"/>
                <w:lang w:val="pl-PL" w:eastAsia="pl-PL"/>
              </w:rPr>
              <w:t>14</w:t>
            </w:r>
          </w:p>
        </w:tc>
        <w:tc>
          <w:tcPr>
            <w:tcW w:w="2400" w:type="dxa"/>
          </w:tcPr>
          <w:p w14:paraId="449B2ACD" w14:textId="77777777" w:rsidR="00251DB6" w:rsidRPr="005E15DA" w:rsidRDefault="00251DB6" w:rsidP="00D44EE7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zgodnie z</w:t>
            </w:r>
            <w:r w:rsidR="00C63991"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e zmianą wersji PZAS z dniem 1.032020</w:t>
            </w:r>
          </w:p>
        </w:tc>
        <w:tc>
          <w:tcPr>
            <w:tcW w:w="720" w:type="dxa"/>
          </w:tcPr>
          <w:p w14:paraId="0FC5C8C7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1B426A7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1.3;3</w:t>
            </w:r>
          </w:p>
        </w:tc>
        <w:tc>
          <w:tcPr>
            <w:tcW w:w="1080" w:type="dxa"/>
          </w:tcPr>
          <w:p w14:paraId="673B9C86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4F0A1EF" w14:textId="77777777" w:rsidR="00251DB6" w:rsidRPr="005E15DA" w:rsidRDefault="00251DB6" w:rsidP="00D44EE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62015" w:rsidRPr="00D761DD" w14:paraId="74C609B8" w14:textId="77777777" w:rsidTr="00A95D96">
        <w:tc>
          <w:tcPr>
            <w:tcW w:w="797" w:type="dxa"/>
          </w:tcPr>
          <w:p w14:paraId="5048038D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5BD0C24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087ABB3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FD2DE27" w14:textId="77777777" w:rsidR="00B62015" w:rsidRPr="005E15DA" w:rsidRDefault="00B62015" w:rsidP="00B62015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7A135D6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9B515E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78D8274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</w:tcPr>
          <w:p w14:paraId="7AD266FE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2020-02-17</w:t>
            </w:r>
          </w:p>
        </w:tc>
      </w:tr>
      <w:tr w:rsidR="00B62015" w:rsidRPr="00D761DD" w14:paraId="5707EF6F" w14:textId="77777777" w:rsidTr="00A95D96">
        <w:tc>
          <w:tcPr>
            <w:tcW w:w="797" w:type="dxa"/>
          </w:tcPr>
          <w:p w14:paraId="6C6FC3F7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BDB8C5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7660F8C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2020-02-17</w:t>
            </w:r>
          </w:p>
        </w:tc>
        <w:tc>
          <w:tcPr>
            <w:tcW w:w="2400" w:type="dxa"/>
          </w:tcPr>
          <w:p w14:paraId="716F2740" w14:textId="77777777" w:rsidR="00B62015" w:rsidRPr="005E15DA" w:rsidRDefault="00B62015" w:rsidP="00B62015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041C7B2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696E4D7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5D5B22B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5220FFF3" w14:textId="77777777" w:rsidR="00B62015" w:rsidRPr="005E15DA" w:rsidRDefault="00B62015" w:rsidP="00B6201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</w:tbl>
    <w:p w14:paraId="5694134B" w14:textId="77777777" w:rsidR="00A45A2F" w:rsidRPr="00D761DD" w:rsidRDefault="001B0CCD" w:rsidP="003D25AE">
      <w:r w:rsidRPr="00D761DD">
        <w:t xml:space="preserve"> </w:t>
      </w:r>
      <w:r w:rsidR="00A45A2F" w:rsidRPr="00D761DD">
        <w:t>(*) Akcje: W = Wstaw, Z = Zamień, We = Weryfikuj, N = Nowy</w:t>
      </w:r>
    </w:p>
    <w:p w14:paraId="09B4F5B2" w14:textId="77777777" w:rsidR="00A45A2F" w:rsidRPr="00D761DD" w:rsidRDefault="00A45A2F" w:rsidP="003D25AE">
      <w:r w:rsidRPr="00D761DD">
        <w:t>(**) Rozdziały: W = Wszystkie</w:t>
      </w:r>
    </w:p>
    <w:p w14:paraId="7E427225" w14:textId="77777777" w:rsidR="00561FE8" w:rsidRPr="00D761DD" w:rsidRDefault="00A45A2F" w:rsidP="003D25AE">
      <w:r w:rsidRPr="00D761DD">
        <w:t>(***) Autorzy: patrz metryka dokumentu</w:t>
      </w:r>
    </w:p>
    <w:p w14:paraId="5621F664" w14:textId="77777777" w:rsidR="003B59A0" w:rsidRPr="00D761DD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D761DD">
        <w:rPr>
          <w:rFonts w:ascii="Lato" w:hAnsi="Lato"/>
        </w:rPr>
        <w:br w:type="page"/>
      </w:r>
      <w:r w:rsidR="003B59A0" w:rsidRPr="00D761DD">
        <w:rPr>
          <w:rFonts w:ascii="Lato" w:hAnsi="Lato"/>
          <w:sz w:val="28"/>
          <w:szCs w:val="28"/>
        </w:rPr>
        <w:lastRenderedPageBreak/>
        <w:t>SPIS TREŚCI</w:t>
      </w:r>
    </w:p>
    <w:p w14:paraId="3E68FDB7" w14:textId="14A03E59" w:rsidR="00EE0F47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985786">
        <w:fldChar w:fldCharType="begin"/>
      </w:r>
      <w:r w:rsidRPr="00985786">
        <w:instrText xml:space="preserve"> TOC \o "1-3" \h \z \u </w:instrText>
      </w:r>
      <w:r w:rsidRPr="00985786">
        <w:fldChar w:fldCharType="separate"/>
      </w:r>
      <w:hyperlink w:anchor="_Toc184297422" w:history="1">
        <w:r w:rsidR="00EE0F47" w:rsidRPr="00E46BCE">
          <w:rPr>
            <w:rStyle w:val="Hipercze"/>
            <w:noProof/>
          </w:rPr>
          <w:t>1.</w:t>
        </w:r>
        <w:r w:rsidR="00EE0F4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E0F47" w:rsidRPr="00E46BCE">
          <w:rPr>
            <w:rStyle w:val="Hipercze"/>
            <w:noProof/>
          </w:rPr>
          <w:t>Opis dokumentu</w:t>
        </w:r>
        <w:r w:rsidR="00EE0F47">
          <w:rPr>
            <w:noProof/>
            <w:webHidden/>
          </w:rPr>
          <w:tab/>
        </w:r>
        <w:r w:rsidR="00EE0F47">
          <w:rPr>
            <w:noProof/>
            <w:webHidden/>
          </w:rPr>
          <w:fldChar w:fldCharType="begin"/>
        </w:r>
        <w:r w:rsidR="00EE0F47">
          <w:rPr>
            <w:noProof/>
            <w:webHidden/>
          </w:rPr>
          <w:instrText xml:space="preserve"> PAGEREF _Toc184297422 \h </w:instrText>
        </w:r>
        <w:r w:rsidR="00EE0F47">
          <w:rPr>
            <w:noProof/>
            <w:webHidden/>
          </w:rPr>
        </w:r>
        <w:r w:rsidR="00EE0F47">
          <w:rPr>
            <w:noProof/>
            <w:webHidden/>
          </w:rPr>
          <w:fldChar w:fldCharType="separate"/>
        </w:r>
        <w:r w:rsidR="00EE0F47">
          <w:rPr>
            <w:noProof/>
            <w:webHidden/>
          </w:rPr>
          <w:t>7</w:t>
        </w:r>
        <w:r w:rsidR="00EE0F47">
          <w:rPr>
            <w:noProof/>
            <w:webHidden/>
          </w:rPr>
          <w:fldChar w:fldCharType="end"/>
        </w:r>
      </w:hyperlink>
    </w:p>
    <w:p w14:paraId="5CDA2474" w14:textId="7805A2F4" w:rsidR="00EE0F47" w:rsidRDefault="00EE0F4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23" w:history="1">
        <w:r w:rsidRPr="00E46BCE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B56137" w14:textId="0B8388E8" w:rsidR="00EE0F47" w:rsidRDefault="00EE0F4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24" w:history="1">
        <w:r w:rsidRPr="00E46BCE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45F441C" w14:textId="4E407880" w:rsidR="00EE0F47" w:rsidRDefault="00EE0F4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25" w:history="1">
        <w:r w:rsidRPr="00E46BCE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C4CACE" w14:textId="55D38C0D" w:rsidR="00EE0F47" w:rsidRDefault="00EE0F4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26" w:history="1">
        <w:r w:rsidRPr="00E46BCE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A4F224" w14:textId="4F6AC414" w:rsidR="00EE0F47" w:rsidRDefault="00EE0F4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7427" w:history="1">
        <w:r w:rsidRPr="00E46BCE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7EA167D" w14:textId="3A6FDF3C" w:rsidR="00EE0F47" w:rsidRDefault="00EE0F4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7428" w:history="1">
        <w:r w:rsidRPr="00E46BCE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A6D70DC" w14:textId="5877D0CD" w:rsidR="00EE0F47" w:rsidRDefault="00EE0F4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29" w:history="1">
        <w:r w:rsidRPr="00E46BCE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38F6B49" w14:textId="6C2DE3F7" w:rsidR="00EE0F47" w:rsidRDefault="00EE0F4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7430" w:history="1">
        <w:r w:rsidRPr="00E46BCE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0138E50" w14:textId="39E28EB6" w:rsidR="00EE0F47" w:rsidRDefault="00EE0F4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297431" w:history="1">
        <w:r w:rsidRPr="00E46BCE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9474EC9" w14:textId="31A325EE" w:rsidR="00EE0F47" w:rsidRDefault="00EE0F4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7432" w:history="1">
        <w:r w:rsidRPr="00E46BCE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FA61F95" w14:textId="5DF2882A" w:rsidR="00EE0F47" w:rsidRDefault="00EE0F4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7433" w:history="1">
        <w:r w:rsidRPr="00E46BCE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Specyfikacja dokumentu PZASReq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3165EDA" w14:textId="009F5783" w:rsidR="00EE0F47" w:rsidRDefault="00EE0F4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34" w:history="1">
        <w:r w:rsidRPr="00E46BCE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C41C308" w14:textId="2BB88D9B" w:rsidR="00EE0F47" w:rsidRDefault="00EE0F4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7435" w:history="1">
        <w:r w:rsidRPr="00E46BCE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Specyfikacja dokumentu PZASResp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1E3D8A8" w14:textId="33266FD5" w:rsidR="00EE0F47" w:rsidRDefault="00EE0F4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36" w:history="1">
        <w:r w:rsidRPr="00E46BCE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CFB7B33" w14:textId="54166C54" w:rsidR="00EE0F47" w:rsidRDefault="00EE0F4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297437" w:history="1">
        <w:r w:rsidRPr="00E46BCE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E46BCE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E9F766A" w14:textId="36B22905" w:rsidR="00764E48" w:rsidRPr="00A95D96" w:rsidRDefault="00035695" w:rsidP="00A95D96">
      <w:pPr>
        <w:rPr>
          <w:sz w:val="28"/>
          <w:szCs w:val="28"/>
        </w:rPr>
      </w:pPr>
      <w:r w:rsidRPr="00985786">
        <w:fldChar w:fldCharType="end"/>
      </w:r>
      <w:bookmarkStart w:id="2" w:name="_Toc349568549"/>
      <w:r w:rsidR="003F030F" w:rsidRPr="00A95D96">
        <w:rPr>
          <w:sz w:val="28"/>
          <w:szCs w:val="28"/>
        </w:rPr>
        <w:t>SPIS TABEL</w:t>
      </w:r>
      <w:bookmarkEnd w:id="2"/>
    </w:p>
    <w:p w14:paraId="3D4D1F91" w14:textId="73F8D3F3" w:rsidR="00EE0F47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985786">
        <w:fldChar w:fldCharType="begin"/>
      </w:r>
      <w:r w:rsidR="00836DD7" w:rsidRPr="00985786">
        <w:instrText xml:space="preserve"> TOC \h \z \c "Tabela" </w:instrText>
      </w:r>
      <w:r w:rsidRPr="00985786">
        <w:fldChar w:fldCharType="separate"/>
      </w:r>
      <w:hyperlink w:anchor="_Toc184297408" w:history="1">
        <w:r w:rsidR="00EE0F47" w:rsidRPr="00581CDC">
          <w:rPr>
            <w:rStyle w:val="Hipercze"/>
            <w:noProof/>
          </w:rPr>
          <w:t>Tabela 1. Metryka dokumentu</w:t>
        </w:r>
        <w:r w:rsidR="00EE0F47">
          <w:rPr>
            <w:noProof/>
            <w:webHidden/>
          </w:rPr>
          <w:tab/>
        </w:r>
        <w:r w:rsidR="00EE0F47">
          <w:rPr>
            <w:noProof/>
            <w:webHidden/>
          </w:rPr>
          <w:fldChar w:fldCharType="begin"/>
        </w:r>
        <w:r w:rsidR="00EE0F47">
          <w:rPr>
            <w:noProof/>
            <w:webHidden/>
          </w:rPr>
          <w:instrText xml:space="preserve"> PAGEREF _Toc184297408 \h </w:instrText>
        </w:r>
        <w:r w:rsidR="00EE0F47">
          <w:rPr>
            <w:noProof/>
            <w:webHidden/>
          </w:rPr>
        </w:r>
        <w:r w:rsidR="00EE0F47">
          <w:rPr>
            <w:noProof/>
            <w:webHidden/>
          </w:rPr>
          <w:fldChar w:fldCharType="separate"/>
        </w:r>
        <w:r w:rsidR="00EE0F47">
          <w:rPr>
            <w:noProof/>
            <w:webHidden/>
          </w:rPr>
          <w:t>2</w:t>
        </w:r>
        <w:r w:rsidR="00EE0F47">
          <w:rPr>
            <w:noProof/>
            <w:webHidden/>
          </w:rPr>
          <w:fldChar w:fldCharType="end"/>
        </w:r>
      </w:hyperlink>
    </w:p>
    <w:p w14:paraId="52C0D4D1" w14:textId="3E1C88F3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09" w:history="1">
        <w:r w:rsidRPr="00581CDC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B13948" w14:textId="0443D17F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0" w:history="1">
        <w:r w:rsidRPr="00581CDC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BEF5374" w14:textId="57DC6270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1" w:history="1">
        <w:r w:rsidRPr="00581CDC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6149E0" w14:textId="19F806AB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2" w:history="1">
        <w:r w:rsidRPr="00581CDC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A5C142D" w14:textId="01242D7C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3" w:history="1">
        <w:r w:rsidRPr="00581CDC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97F01A6" w14:textId="5B18FE29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4" w:history="1">
        <w:r w:rsidRPr="00581CDC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86F2E72" w14:textId="5B3D219E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5" w:history="1">
        <w:r w:rsidRPr="00581CDC">
          <w:rPr>
            <w:rStyle w:val="Hipercze"/>
            <w:noProof/>
          </w:rPr>
          <w:t>Tabela 8. Dane ogólne w ramach struktury dokumentu PZASReq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C55AFE4" w14:textId="3C5DBC0C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6" w:history="1">
        <w:r w:rsidRPr="00581CDC">
          <w:rPr>
            <w:rStyle w:val="Hipercze"/>
            <w:noProof/>
          </w:rPr>
          <w:t>Tabela 9. Struktura elementu (PZASReqType)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E49ADEC" w14:textId="4D545741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7" w:history="1">
        <w:r w:rsidRPr="00581CDC">
          <w:rPr>
            <w:rStyle w:val="Hipercze"/>
            <w:noProof/>
          </w:rPr>
          <w:t>Tabela 10. Reguły dotyczące dokumentu PZASReq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BA20662" w14:textId="766BAD58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8" w:history="1">
        <w:r w:rsidRPr="00581CDC">
          <w:rPr>
            <w:rStyle w:val="Hipercze"/>
            <w:noProof/>
          </w:rPr>
          <w:t>Tabela 11. Dane ogólne w ramach struktury dokumentu PZASResp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1DBBAA9" w14:textId="3E06FB23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19" w:history="1">
        <w:r w:rsidRPr="00581CDC">
          <w:rPr>
            <w:rStyle w:val="Hipercze"/>
            <w:noProof/>
          </w:rPr>
          <w:t>Tabela 12. Struktura elementu (PZASRespType)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594D62A" w14:textId="4CF5083F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20" w:history="1">
        <w:r w:rsidRPr="00581CDC">
          <w:rPr>
            <w:rStyle w:val="Hipercze"/>
            <w:noProof/>
          </w:rPr>
          <w:t>Tabela 13. Struktura elementu (carType)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9E8CAF9" w14:textId="6A4246A7" w:rsidR="00EE0F47" w:rsidRDefault="00EE0F4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297421" w:history="1">
        <w:r w:rsidRPr="00581CDC">
          <w:rPr>
            <w:rStyle w:val="Hipercze"/>
            <w:noProof/>
          </w:rPr>
          <w:t>Tabela 14. Reguły dotyczące dokumentu PZASResp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_Toc184297421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D3902FE" w14:textId="42BF7166" w:rsidR="00A95D96" w:rsidRDefault="0006207D" w:rsidP="00A95D96">
      <w:r w:rsidRPr="00985786">
        <w:fldChar w:fldCharType="end"/>
      </w:r>
      <w:bookmarkStart w:id="3" w:name="_Toc341696555"/>
      <w:bookmarkStart w:id="4" w:name="_Toc349568551"/>
      <w:r w:rsidR="00A95D96">
        <w:br w:type="page"/>
      </w:r>
    </w:p>
    <w:p w14:paraId="1E19ADAE" w14:textId="0C1C8578" w:rsidR="003F3585" w:rsidRPr="00A40D33" w:rsidRDefault="00004C2C" w:rsidP="00A95D96">
      <w:pPr>
        <w:pStyle w:val="Nagwek1"/>
      </w:pPr>
      <w:bookmarkStart w:id="5" w:name="_Toc184297422"/>
      <w:r w:rsidRPr="00A40D33">
        <w:lastRenderedPageBreak/>
        <w:t xml:space="preserve">Opis </w:t>
      </w:r>
      <w:r w:rsidR="00CE1C03" w:rsidRPr="00A40D33">
        <w:t>dokumentu</w:t>
      </w:r>
      <w:bookmarkEnd w:id="3"/>
      <w:bookmarkEnd w:id="4"/>
      <w:bookmarkEnd w:id="5"/>
    </w:p>
    <w:p w14:paraId="5A28AA2D" w14:textId="77777777" w:rsidR="00364DAC" w:rsidRPr="00A40D33" w:rsidRDefault="00364DAC" w:rsidP="00A40D33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4297423"/>
      <w:r w:rsidRPr="00A40D33">
        <w:t>Cel dokumentu</w:t>
      </w:r>
      <w:bookmarkEnd w:id="6"/>
      <w:bookmarkEnd w:id="7"/>
      <w:bookmarkEnd w:id="10"/>
    </w:p>
    <w:p w14:paraId="65156280" w14:textId="77777777" w:rsidR="000D5EA2" w:rsidRPr="00D761DD" w:rsidRDefault="00690AD4" w:rsidP="00A95D96">
      <w:r w:rsidRPr="00D761DD">
        <w:t>Celem specyfikacji jest zdefiniowanie struktury i za</w:t>
      </w:r>
      <w:r w:rsidR="00D51F80" w:rsidRPr="00D761DD">
        <w:t>wartości informacyjnej dokumentów</w:t>
      </w:r>
      <w:r w:rsidRPr="00D761DD">
        <w:t xml:space="preserve"> XML (zwanej tutaj także komunikatem) </w:t>
      </w:r>
      <w:r w:rsidR="0011005B" w:rsidRPr="00D761DD">
        <w:t>dla zapytania i odpowiedzi potwierdzenia zapłaty akcyzy za samochód</w:t>
      </w:r>
      <w:r w:rsidRPr="00D761DD">
        <w:t xml:space="preserve">. </w:t>
      </w:r>
    </w:p>
    <w:p w14:paraId="0070C6C2" w14:textId="77777777" w:rsidR="00364DAC" w:rsidRPr="00A40D33" w:rsidRDefault="00364DAC" w:rsidP="00A40D33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4297424"/>
      <w:bookmarkEnd w:id="8"/>
      <w:bookmarkEnd w:id="9"/>
      <w:r w:rsidRPr="00A40D33">
        <w:t>Zastosowanie</w:t>
      </w:r>
      <w:bookmarkEnd w:id="11"/>
      <w:bookmarkEnd w:id="15"/>
    </w:p>
    <w:p w14:paraId="0185B66E" w14:textId="77777777" w:rsidR="00DD5E7B" w:rsidRPr="00D761DD" w:rsidRDefault="00DD5E7B" w:rsidP="00A95D96">
      <w:r w:rsidRPr="00D761DD">
        <w:t>Dokument jest stosowany, jako źródłowy przy projektowaniu, implementacji oraz tworzeniu dokumentacji testowej i użytkowej systemu.</w:t>
      </w:r>
    </w:p>
    <w:p w14:paraId="01B4450D" w14:textId="77777777" w:rsidR="00DD5E7B" w:rsidRPr="00D761DD" w:rsidRDefault="00DD5E7B" w:rsidP="00A95D96">
      <w:r w:rsidRPr="00D761DD">
        <w:t xml:space="preserve">Adresatem dokumentu jest zespół projektowy po stronie Administracji </w:t>
      </w:r>
      <w:r w:rsidR="00A462B8" w:rsidRPr="00D761DD">
        <w:t>Skarbowej</w:t>
      </w:r>
      <w:r w:rsidRPr="00D761DD">
        <w:t xml:space="preserve"> oraz zespoły: programistyczno-projektowy, testerów, dokumentalistów, po stronie Wykonawcy oraz Podmioty zewnętrzne składające deklaracje.</w:t>
      </w:r>
    </w:p>
    <w:p w14:paraId="7BC9AD57" w14:textId="77777777" w:rsidR="00464712" w:rsidRPr="00A40D33" w:rsidRDefault="00464712" w:rsidP="00A40D33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41696559"/>
      <w:bookmarkStart w:id="22" w:name="_Toc349568556"/>
      <w:bookmarkStart w:id="23" w:name="_Toc184297425"/>
      <w:bookmarkEnd w:id="12"/>
      <w:bookmarkEnd w:id="13"/>
      <w:bookmarkEnd w:id="14"/>
      <w:bookmarkEnd w:id="16"/>
      <w:bookmarkEnd w:id="17"/>
      <w:r w:rsidRPr="00A40D33">
        <w:t>Obowiązywanie</w:t>
      </w:r>
      <w:bookmarkEnd w:id="23"/>
    </w:p>
    <w:p w14:paraId="78E58A0B" w14:textId="22C749D2" w:rsidR="00464712" w:rsidRPr="00D761DD" w:rsidRDefault="006B2E45" w:rsidP="00464712">
      <w:r w:rsidRPr="00D761DD">
        <w:t xml:space="preserve">Specyfikacja obowiązuje </w:t>
      </w:r>
      <w:r w:rsidR="00884F9B" w:rsidRPr="00D761DD">
        <w:t>od</w:t>
      </w:r>
      <w:r w:rsidR="00C63991" w:rsidRPr="00D761DD">
        <w:t xml:space="preserve"> </w:t>
      </w:r>
      <w:r w:rsidR="00884F9B" w:rsidRPr="00D761DD">
        <w:t>01.03.2020</w:t>
      </w:r>
      <w:r w:rsidRPr="00D761DD">
        <w:t xml:space="preserve"> roku.</w:t>
      </w:r>
    </w:p>
    <w:p w14:paraId="18EDC9A1" w14:textId="77777777" w:rsidR="00364DAC" w:rsidRPr="00A40D33" w:rsidRDefault="00364DAC" w:rsidP="00A40D33">
      <w:pPr>
        <w:pStyle w:val="Nagwek2"/>
      </w:pPr>
      <w:bookmarkStart w:id="24" w:name="_Toc184297426"/>
      <w:r w:rsidRPr="00A40D33">
        <w:t>Dokumenty obowiązujące i pomocnicze</w:t>
      </w:r>
      <w:bookmarkEnd w:id="18"/>
      <w:bookmarkEnd w:id="19"/>
      <w:bookmarkEnd w:id="20"/>
      <w:bookmarkEnd w:id="24"/>
    </w:p>
    <w:p w14:paraId="755CD2D1" w14:textId="77777777" w:rsidR="003F3585" w:rsidRPr="00A40D33" w:rsidRDefault="003F3585" w:rsidP="00A40D33">
      <w:pPr>
        <w:pStyle w:val="Nagwek3"/>
      </w:pPr>
      <w:bookmarkStart w:id="25" w:name="_Toc184297427"/>
      <w:r w:rsidRPr="00A40D33">
        <w:t xml:space="preserve">Dokumenty </w:t>
      </w:r>
      <w:r w:rsidR="00437081" w:rsidRPr="00A40D33">
        <w:t>o</w:t>
      </w:r>
      <w:r w:rsidR="00E92D9D" w:rsidRPr="00A40D33">
        <w:t>bo</w:t>
      </w:r>
      <w:r w:rsidR="00437081" w:rsidRPr="00A40D33">
        <w:t>wiązując</w:t>
      </w:r>
      <w:r w:rsidRPr="00A40D33">
        <w:t>e</w:t>
      </w:r>
      <w:bookmarkEnd w:id="21"/>
      <w:bookmarkEnd w:id="22"/>
      <w:bookmarkEnd w:id="25"/>
    </w:p>
    <w:p w14:paraId="05109803" w14:textId="06E354E2" w:rsidR="007353A8" w:rsidRPr="00A40D33" w:rsidRDefault="007353A8" w:rsidP="00A40D33">
      <w:pPr>
        <w:pStyle w:val="Legenda"/>
      </w:pPr>
      <w:bookmarkStart w:id="26" w:name="_Ref341107414"/>
      <w:bookmarkStart w:id="27" w:name="_Toc184297410"/>
      <w:r w:rsidRPr="00A40D33"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3</w:t>
      </w:r>
      <w:r w:rsidR="00FF303C">
        <w:rPr>
          <w:noProof/>
        </w:rPr>
        <w:fldChar w:fldCharType="end"/>
      </w:r>
      <w:bookmarkEnd w:id="26"/>
      <w:r w:rsidRPr="00A40D33">
        <w:t xml:space="preserve">. Wykaz dokumentów </w:t>
      </w:r>
      <w:r w:rsidR="00437081" w:rsidRPr="00A40D33">
        <w:t>obowiązując</w:t>
      </w:r>
      <w:r w:rsidRPr="00A40D33">
        <w:t>ych</w:t>
      </w:r>
      <w:bookmarkEnd w:id="2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D761DD" w14:paraId="20FCCEFA" w14:textId="77777777" w:rsidTr="00A95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68A456C5" w14:textId="77777777" w:rsidR="00C00D08" w:rsidRPr="00A95D96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03A1BFCD" w14:textId="77777777" w:rsidR="00C00D08" w:rsidRPr="00A95D96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11" w:type="dxa"/>
          </w:tcPr>
          <w:p w14:paraId="6F47D517" w14:textId="77777777" w:rsidR="00C00D08" w:rsidRPr="00A95D96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1C6C758" w14:textId="77777777" w:rsidR="00C00D08" w:rsidRPr="00A95D96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196" w:type="dxa"/>
          </w:tcPr>
          <w:p w14:paraId="31DA5BB4" w14:textId="77777777" w:rsidR="00C00D08" w:rsidRPr="00A95D96" w:rsidRDefault="00C00D08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DE6850" w:rsidRPr="00D761DD" w14:paraId="592CE80D" w14:textId="77777777" w:rsidTr="00A95D96">
        <w:tc>
          <w:tcPr>
            <w:tcW w:w="480" w:type="dxa"/>
          </w:tcPr>
          <w:p w14:paraId="1D9D0458" w14:textId="77777777" w:rsidR="00DE6850" w:rsidRPr="005E15DA" w:rsidRDefault="00DE6850" w:rsidP="0051214A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8" w:name="_Ref361653747"/>
          </w:p>
        </w:tc>
        <w:bookmarkEnd w:id="28"/>
        <w:tc>
          <w:tcPr>
            <w:tcW w:w="3840" w:type="dxa"/>
          </w:tcPr>
          <w:p w14:paraId="2BBC6E4D" w14:textId="77777777" w:rsidR="00DE6850" w:rsidRPr="005E15DA" w:rsidRDefault="00DE6850" w:rsidP="00A65177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76E03AA3" w14:textId="77777777" w:rsidR="00DE6850" w:rsidRPr="005E15DA" w:rsidRDefault="00DE6850" w:rsidP="00A6517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13368809" w14:textId="77777777" w:rsidR="00DE6850" w:rsidRPr="005E15DA" w:rsidRDefault="00DE6850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2E0D8ED2" w14:textId="77777777" w:rsidR="00DE6850" w:rsidRPr="005E15DA" w:rsidRDefault="00DE6850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ACF2BCB" w14:textId="77777777" w:rsidR="004C53A2" w:rsidRPr="00A40D33" w:rsidRDefault="004C53A2" w:rsidP="00A40D33">
      <w:pPr>
        <w:pStyle w:val="Nagwek3"/>
      </w:pPr>
      <w:bookmarkStart w:id="29" w:name="_Toc341696560"/>
      <w:bookmarkStart w:id="30" w:name="_Toc349568557"/>
      <w:bookmarkStart w:id="31" w:name="_Toc361655060"/>
      <w:bookmarkStart w:id="32" w:name="_Toc184297428"/>
      <w:r w:rsidRPr="00A40D33">
        <w:t>Dokumenty pomocnicze</w:t>
      </w:r>
      <w:bookmarkEnd w:id="29"/>
      <w:bookmarkEnd w:id="30"/>
      <w:bookmarkEnd w:id="31"/>
      <w:bookmarkEnd w:id="32"/>
    </w:p>
    <w:p w14:paraId="68CFC1E4" w14:textId="7D2342A8" w:rsidR="004C53A2" w:rsidRPr="00A40D33" w:rsidRDefault="004C53A2" w:rsidP="00A40D33">
      <w:pPr>
        <w:pStyle w:val="Legenda"/>
      </w:pPr>
      <w:bookmarkStart w:id="33" w:name="_Toc361655088"/>
      <w:bookmarkStart w:id="34" w:name="_Toc184297411"/>
      <w:r w:rsidRPr="00A40D33"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4</w:t>
      </w:r>
      <w:r w:rsidR="00FF303C">
        <w:rPr>
          <w:noProof/>
        </w:rPr>
        <w:fldChar w:fldCharType="end"/>
      </w:r>
      <w:r w:rsidRPr="00A40D33">
        <w:t>. Wykaz dokumentów pomocniczych</w:t>
      </w:r>
      <w:bookmarkEnd w:id="33"/>
      <w:bookmarkEnd w:id="3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D761DD" w14:paraId="0140B362" w14:textId="77777777" w:rsidTr="00120E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054E3C0C" w14:textId="77777777" w:rsidR="004C53A2" w:rsidRPr="00A95D96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Nr</w:t>
            </w:r>
          </w:p>
        </w:tc>
        <w:tc>
          <w:tcPr>
            <w:tcW w:w="3840" w:type="dxa"/>
          </w:tcPr>
          <w:p w14:paraId="25624146" w14:textId="77777777" w:rsidR="004C53A2" w:rsidRPr="00A95D96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Nazwa</w:t>
            </w:r>
          </w:p>
        </w:tc>
        <w:tc>
          <w:tcPr>
            <w:tcW w:w="2400" w:type="dxa"/>
          </w:tcPr>
          <w:p w14:paraId="456ED4A6" w14:textId="77777777" w:rsidR="004C53A2" w:rsidRPr="00A95D96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47E0C350" w14:textId="77777777" w:rsidR="004C53A2" w:rsidRPr="00A95D96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Wersja</w:t>
            </w:r>
          </w:p>
        </w:tc>
        <w:tc>
          <w:tcPr>
            <w:tcW w:w="1200" w:type="dxa"/>
          </w:tcPr>
          <w:p w14:paraId="14B1BA31" w14:textId="77777777" w:rsidR="004C53A2" w:rsidRPr="00A95D96" w:rsidRDefault="004C53A2" w:rsidP="0051214A">
            <w:pPr>
              <w:pStyle w:val="Z2Nagwektabeli"/>
              <w:rPr>
                <w:rFonts w:ascii="Lato" w:hAnsi="Lato"/>
                <w:b/>
                <w:bCs/>
                <w:szCs w:val="18"/>
              </w:rPr>
            </w:pPr>
            <w:r w:rsidRPr="00A95D96">
              <w:rPr>
                <w:rFonts w:ascii="Lato" w:hAnsi="Lato"/>
                <w:b/>
                <w:bCs/>
                <w:szCs w:val="18"/>
              </w:rPr>
              <w:t>Data wydania</w:t>
            </w:r>
          </w:p>
        </w:tc>
      </w:tr>
      <w:tr w:rsidR="008D1626" w:rsidRPr="00D761DD" w14:paraId="5B1DCDD0" w14:textId="77777777" w:rsidTr="00120EE8">
        <w:tc>
          <w:tcPr>
            <w:tcW w:w="480" w:type="dxa"/>
          </w:tcPr>
          <w:p w14:paraId="2A2E7851" w14:textId="77777777" w:rsidR="008D1626" w:rsidRPr="005E15DA" w:rsidRDefault="008D1626" w:rsidP="00120EE8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53CA7A5E" w14:textId="77777777" w:rsidR="008D1626" w:rsidRPr="005E15DA" w:rsidRDefault="008D1626" w:rsidP="00120EE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9C53D4F" w14:textId="77777777" w:rsidR="008D1626" w:rsidRPr="005E15DA" w:rsidRDefault="008D1626" w:rsidP="00120EE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ECDB0B4" w14:textId="77777777" w:rsidR="008D1626" w:rsidRPr="005E15DA" w:rsidRDefault="008D1626" w:rsidP="00120EE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400BB49" w14:textId="77777777" w:rsidR="008D1626" w:rsidRPr="005E15DA" w:rsidRDefault="008D1626" w:rsidP="00120EE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16D8CCA" w14:textId="77777777" w:rsidR="00364DAC" w:rsidRPr="00A40D33" w:rsidRDefault="00364DAC" w:rsidP="00A40D33">
      <w:pPr>
        <w:pStyle w:val="Nagwek2"/>
      </w:pPr>
      <w:bookmarkStart w:id="35" w:name="_Toc341696561"/>
      <w:bookmarkStart w:id="36" w:name="_Toc349568558"/>
      <w:bookmarkStart w:id="37" w:name="_Toc361145800"/>
      <w:bookmarkStart w:id="38" w:name="_Toc341696562"/>
      <w:bookmarkStart w:id="39" w:name="_Toc349568559"/>
      <w:bookmarkStart w:id="40" w:name="_Toc184297429"/>
      <w:r w:rsidRPr="00A40D33">
        <w:lastRenderedPageBreak/>
        <w:t>Słownik przyjętych skrótów i terminów</w:t>
      </w:r>
      <w:bookmarkEnd w:id="35"/>
      <w:bookmarkEnd w:id="36"/>
      <w:bookmarkEnd w:id="37"/>
      <w:bookmarkEnd w:id="40"/>
    </w:p>
    <w:p w14:paraId="02BEEE43" w14:textId="77777777" w:rsidR="003F3585" w:rsidRPr="00A40D33" w:rsidRDefault="00C43119" w:rsidP="00A40D33">
      <w:pPr>
        <w:pStyle w:val="Nagwek3"/>
      </w:pPr>
      <w:bookmarkStart w:id="41" w:name="_Toc184297430"/>
      <w:r w:rsidRPr="00A40D33">
        <w:t xml:space="preserve">Skróty i </w:t>
      </w:r>
      <w:r w:rsidR="00E92D9D" w:rsidRPr="00A40D33">
        <w:t>ak</w:t>
      </w:r>
      <w:r w:rsidR="003F3585" w:rsidRPr="00A40D33">
        <w:t>ronimy</w:t>
      </w:r>
      <w:bookmarkEnd w:id="38"/>
      <w:bookmarkEnd w:id="39"/>
      <w:bookmarkEnd w:id="41"/>
    </w:p>
    <w:p w14:paraId="71C741C0" w14:textId="02018C23" w:rsidR="00034C39" w:rsidRPr="00A40D33" w:rsidRDefault="00034C39" w:rsidP="00A40D33">
      <w:pPr>
        <w:pStyle w:val="Legenda"/>
      </w:pPr>
      <w:bookmarkStart w:id="42" w:name="_Toc184297412"/>
      <w:r w:rsidRPr="00A40D33"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5</w:t>
      </w:r>
      <w:r w:rsidR="00FF303C">
        <w:rPr>
          <w:noProof/>
        </w:rPr>
        <w:fldChar w:fldCharType="end"/>
      </w:r>
      <w:r w:rsidRPr="00A40D33">
        <w:t>. Wykaz skrótów i akronimów</w:t>
      </w:r>
      <w:bookmarkEnd w:id="4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D761DD" w14:paraId="19B72491" w14:textId="77777777" w:rsidTr="00A95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0432528D" w14:textId="77777777" w:rsidR="00810B20" w:rsidRPr="00A95D96" w:rsidRDefault="00810B20" w:rsidP="00AE3E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A95D96">
              <w:rPr>
                <w:rFonts w:ascii="Lato" w:hAnsi="Lato" w:cs="Arial"/>
                <w:b/>
                <w:bCs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19958FB7" w14:textId="77777777" w:rsidR="00810B20" w:rsidRPr="00A95D96" w:rsidRDefault="00810B20" w:rsidP="00AE3E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A95D96">
              <w:rPr>
                <w:rFonts w:ascii="Lato" w:hAnsi="Lato" w:cs="Arial"/>
                <w:b/>
                <w:bCs/>
                <w:szCs w:val="18"/>
              </w:rPr>
              <w:t>Objaśnienie</w:t>
            </w:r>
          </w:p>
        </w:tc>
      </w:tr>
      <w:tr w:rsidR="00810B20" w:rsidRPr="00D761DD" w14:paraId="008CA20A" w14:textId="77777777" w:rsidTr="00A95D96">
        <w:tc>
          <w:tcPr>
            <w:tcW w:w="2988" w:type="dxa"/>
          </w:tcPr>
          <w:p w14:paraId="22029449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57FF848B" w14:textId="77777777" w:rsidR="00810B20" w:rsidRPr="005E15DA" w:rsidRDefault="00810B20" w:rsidP="00AE3E0A">
            <w:pPr>
              <w:pStyle w:val="Tabelazwyky"/>
            </w:pPr>
            <w:proofErr w:type="spellStart"/>
            <w:r w:rsidRPr="005E15DA">
              <w:rPr>
                <w:i/>
              </w:rPr>
              <w:t>Automated</w:t>
            </w:r>
            <w:proofErr w:type="spellEnd"/>
            <w:r w:rsidRPr="005E15DA">
              <w:rPr>
                <w:i/>
              </w:rPr>
              <w:t xml:space="preserve"> Import System</w:t>
            </w:r>
            <w:r w:rsidRPr="005E15DA">
              <w:t xml:space="preserve"> – Automatyczny System Importu. Także projekt „Programu e-Cło”.</w:t>
            </w:r>
          </w:p>
        </w:tc>
      </w:tr>
      <w:tr w:rsidR="00810B20" w:rsidRPr="00D761DD" w14:paraId="7F7061F7" w14:textId="77777777" w:rsidTr="00A95D96">
        <w:tc>
          <w:tcPr>
            <w:tcW w:w="2988" w:type="dxa"/>
          </w:tcPr>
          <w:p w14:paraId="2E310F6F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2B29D8D6" w14:textId="77777777" w:rsidR="00810B20" w:rsidRPr="005E15DA" w:rsidRDefault="00810B20" w:rsidP="00AE3E0A">
            <w:pPr>
              <w:pStyle w:val="Tabelazwyky"/>
            </w:pPr>
            <w:r w:rsidRPr="005E15DA">
              <w:t>Hurtownia danych Administracji Celnej.</w:t>
            </w:r>
          </w:p>
        </w:tc>
      </w:tr>
      <w:tr w:rsidR="00810B20" w:rsidRPr="00D761DD" w14:paraId="2A1628F5" w14:textId="77777777" w:rsidTr="00A95D96">
        <w:tc>
          <w:tcPr>
            <w:tcW w:w="2988" w:type="dxa"/>
          </w:tcPr>
          <w:p w14:paraId="156B4F96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50D8D953" w14:textId="77777777" w:rsidR="00810B20" w:rsidRPr="005E15DA" w:rsidRDefault="00810B20" w:rsidP="00AE3E0A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5E15DA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810B20" w:rsidRPr="00D761DD" w14:paraId="1AD1F188" w14:textId="77777777" w:rsidTr="00A95D96">
        <w:tc>
          <w:tcPr>
            <w:tcW w:w="2988" w:type="dxa"/>
          </w:tcPr>
          <w:p w14:paraId="2F2E16BF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162B6BC4" w14:textId="77777777" w:rsidR="00810B20" w:rsidRPr="005E15DA" w:rsidRDefault="00810B20" w:rsidP="00AE3E0A">
            <w:pPr>
              <w:pStyle w:val="Tabelazwyky"/>
              <w:rPr>
                <w:lang w:val="fr-FR"/>
              </w:rPr>
            </w:pPr>
            <w:r w:rsidRPr="005E15DA">
              <w:rPr>
                <w:i/>
                <w:lang w:val="fr-FR"/>
              </w:rPr>
              <w:t xml:space="preserve">EU Customs Information Portal </w:t>
            </w:r>
            <w:r w:rsidRPr="005E15DA">
              <w:rPr>
                <w:lang w:val="fr-FR"/>
              </w:rPr>
              <w:t>– Europejski</w:t>
            </w:r>
            <w:r w:rsidRPr="005E15DA">
              <w:rPr>
                <w:i/>
                <w:lang w:val="fr-FR"/>
              </w:rPr>
              <w:t xml:space="preserve"> </w:t>
            </w:r>
            <w:r w:rsidRPr="005E15DA">
              <w:rPr>
                <w:lang w:val="fr-FR"/>
              </w:rPr>
              <w:t xml:space="preserve">Portal Informacji Celnej. </w:t>
            </w:r>
          </w:p>
        </w:tc>
      </w:tr>
      <w:tr w:rsidR="00810B20" w:rsidRPr="00D761DD" w14:paraId="441E6D93" w14:textId="77777777" w:rsidTr="00A95D96">
        <w:tc>
          <w:tcPr>
            <w:tcW w:w="2988" w:type="dxa"/>
          </w:tcPr>
          <w:p w14:paraId="032BB225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3E5DF0B6" w14:textId="77777777" w:rsidR="00810B20" w:rsidRPr="005E15DA" w:rsidRDefault="00810B20" w:rsidP="00AE3E0A">
            <w:pPr>
              <w:pStyle w:val="Tabelazwyky"/>
            </w:pPr>
            <w:proofErr w:type="spellStart"/>
            <w:r w:rsidRPr="005E15DA">
              <w:rPr>
                <w:i/>
              </w:rPr>
              <w:t>European</w:t>
            </w:r>
            <w:proofErr w:type="spellEnd"/>
            <w:r w:rsidRPr="005E15DA">
              <w:rPr>
                <w:i/>
              </w:rPr>
              <w:t xml:space="preserve"> </w:t>
            </w:r>
            <w:proofErr w:type="spellStart"/>
            <w:r w:rsidRPr="005E15DA">
              <w:rPr>
                <w:i/>
              </w:rPr>
              <w:t>Customs</w:t>
            </w:r>
            <w:proofErr w:type="spellEnd"/>
            <w:r w:rsidRPr="005E15DA">
              <w:rPr>
                <w:i/>
              </w:rPr>
              <w:t xml:space="preserve"> Information Portal</w:t>
            </w:r>
            <w:r w:rsidRPr="005E15DA">
              <w:t xml:space="preserve"> - Europejski Informacyjny Portal Celny</w:t>
            </w:r>
          </w:p>
          <w:p w14:paraId="34E84399" w14:textId="77777777" w:rsidR="00810B20" w:rsidRPr="005E15DA" w:rsidRDefault="00810B20" w:rsidP="00AE3E0A">
            <w:pPr>
              <w:pStyle w:val="Tabelazwyky"/>
            </w:pPr>
            <w:r w:rsidRPr="005E15DA">
              <w:rPr>
                <w:i/>
              </w:rPr>
              <w:t xml:space="preserve">Single </w:t>
            </w:r>
            <w:proofErr w:type="spellStart"/>
            <w:r w:rsidRPr="005E15DA">
              <w:rPr>
                <w:i/>
              </w:rPr>
              <w:t>Electronic</w:t>
            </w:r>
            <w:proofErr w:type="spellEnd"/>
            <w:r w:rsidRPr="005E15DA">
              <w:rPr>
                <w:i/>
              </w:rPr>
              <w:t xml:space="preserve"> Access Point</w:t>
            </w:r>
            <w:r w:rsidRPr="005E15DA">
              <w:t xml:space="preserve"> - Pojedynczy Elektroniczny Punkt Dostępu</w:t>
            </w:r>
          </w:p>
          <w:p w14:paraId="4D760804" w14:textId="77777777" w:rsidR="00810B20" w:rsidRPr="005E15DA" w:rsidRDefault="00810B20" w:rsidP="00AE3E0A">
            <w:pPr>
              <w:pStyle w:val="Tabelazwyky"/>
            </w:pPr>
            <w:r w:rsidRPr="005E15DA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D761DD" w14:paraId="49A50D8A" w14:textId="77777777" w:rsidTr="00A95D96">
        <w:tc>
          <w:tcPr>
            <w:tcW w:w="2988" w:type="dxa"/>
          </w:tcPr>
          <w:p w14:paraId="5E5E7E5C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6A228715" w14:textId="77777777" w:rsidR="00810B20" w:rsidRPr="005E15DA" w:rsidRDefault="00810B20" w:rsidP="00AE3E0A">
            <w:pPr>
              <w:pStyle w:val="Tabelazwyky"/>
            </w:pPr>
            <w:r w:rsidRPr="005E15DA">
              <w:rPr>
                <w:i/>
              </w:rPr>
              <w:t>Enterprise Service Bus</w:t>
            </w:r>
            <w:r w:rsidRPr="005E15DA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D761DD" w14:paraId="7EB50841" w14:textId="77777777" w:rsidTr="00A95D96">
        <w:tc>
          <w:tcPr>
            <w:tcW w:w="2988" w:type="dxa"/>
          </w:tcPr>
          <w:p w14:paraId="5C0549F6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51F3529C" w14:textId="77777777" w:rsidR="00810B20" w:rsidRPr="005E15DA" w:rsidRDefault="00810B20" w:rsidP="00AE3E0A">
            <w:pPr>
              <w:pStyle w:val="Tabelazwyky"/>
            </w:pPr>
            <w:r w:rsidRPr="005E15DA">
              <w:t xml:space="preserve">Ewidencja Spraw Karnych Skarbowych - system informatyczny usprawniający pracę </w:t>
            </w:r>
            <w:r w:rsidR="00813046" w:rsidRPr="005E15DA">
              <w:t xml:space="preserve">Administracji Skarbowej </w:t>
            </w:r>
            <w:r w:rsidRPr="005E15DA">
              <w:t xml:space="preserve">w zakresie rejestracji spraw o przestępstwa </w:t>
            </w:r>
            <w:r w:rsidRPr="005E15DA">
              <w:br/>
              <w:t xml:space="preserve">i wykroczenia skarbowe oraz ewidencjonowania grzywien nakładanych </w:t>
            </w:r>
            <w:r w:rsidRPr="005E15DA">
              <w:br/>
              <w:t>w drodze mandatu karnego.</w:t>
            </w:r>
          </w:p>
        </w:tc>
      </w:tr>
      <w:tr w:rsidR="00810B20" w:rsidRPr="00D761DD" w14:paraId="3C1D544D" w14:textId="77777777" w:rsidTr="00A95D96">
        <w:tc>
          <w:tcPr>
            <w:tcW w:w="2988" w:type="dxa"/>
          </w:tcPr>
          <w:p w14:paraId="020AA0CD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6CC77D43" w14:textId="77777777" w:rsidR="00810B20" w:rsidRPr="005E15DA" w:rsidRDefault="00810B20" w:rsidP="00AE3E0A">
            <w:pPr>
              <w:pStyle w:val="Tabelazwyky"/>
            </w:pPr>
            <w:r w:rsidRPr="005E15DA">
              <w:t>Projekt „Programu e-Cło” obejmujący wdrożenie Systemu Zarządzania Zasobami Ludzkimi.</w:t>
            </w:r>
          </w:p>
        </w:tc>
      </w:tr>
      <w:tr w:rsidR="00810B20" w:rsidRPr="00D761DD" w14:paraId="11FED717" w14:textId="77777777" w:rsidTr="00A95D96">
        <w:tc>
          <w:tcPr>
            <w:tcW w:w="2988" w:type="dxa"/>
          </w:tcPr>
          <w:p w14:paraId="4C37DA2D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15B9BFC6" w14:textId="77777777" w:rsidR="00810B20" w:rsidRPr="005E15DA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5E15DA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5E15DA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5E15DA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5E15DA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810B20" w:rsidRPr="00D761DD" w14:paraId="6206BFAB" w14:textId="77777777" w:rsidTr="00A95D96">
        <w:tc>
          <w:tcPr>
            <w:tcW w:w="2988" w:type="dxa"/>
          </w:tcPr>
          <w:p w14:paraId="788E3DC2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lastRenderedPageBreak/>
              <w:t>ISZTAR</w:t>
            </w:r>
          </w:p>
        </w:tc>
        <w:tc>
          <w:tcPr>
            <w:tcW w:w="6240" w:type="dxa"/>
          </w:tcPr>
          <w:p w14:paraId="03E4225B" w14:textId="77777777" w:rsidR="00810B20" w:rsidRPr="005E15DA" w:rsidRDefault="00810B20" w:rsidP="00AE3E0A">
            <w:pPr>
              <w:pStyle w:val="Tabelazwyky"/>
            </w:pPr>
            <w:r w:rsidRPr="005E15DA">
              <w:t xml:space="preserve">System Zintegrowanej Taryfy Celnej. </w:t>
            </w:r>
          </w:p>
        </w:tc>
      </w:tr>
      <w:tr w:rsidR="00810B20" w:rsidRPr="00D761DD" w14:paraId="015BFF3D" w14:textId="77777777" w:rsidTr="00A95D96">
        <w:tc>
          <w:tcPr>
            <w:tcW w:w="2988" w:type="dxa"/>
          </w:tcPr>
          <w:p w14:paraId="37F3EF52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2430DB5B" w14:textId="77777777" w:rsidR="00810B20" w:rsidRPr="005E15DA" w:rsidRDefault="00810B20" w:rsidP="00AE3E0A">
            <w:pPr>
              <w:pStyle w:val="Tabelazwyky"/>
            </w:pPr>
            <w:r w:rsidRPr="005E15DA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5E15DA">
              <w:t>Integrated</w:t>
            </w:r>
            <w:proofErr w:type="spellEnd"/>
            <w:r w:rsidRPr="005E15DA">
              <w:t xml:space="preserve"> </w:t>
            </w:r>
            <w:proofErr w:type="spellStart"/>
            <w:r w:rsidRPr="005E15DA">
              <w:t>Tariff</w:t>
            </w:r>
            <w:proofErr w:type="spellEnd"/>
            <w:r w:rsidRPr="005E15DA"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D761DD" w14:paraId="2F76404A" w14:textId="77777777" w:rsidTr="00A95D96">
        <w:tc>
          <w:tcPr>
            <w:tcW w:w="2988" w:type="dxa"/>
          </w:tcPr>
          <w:p w14:paraId="415B7E15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6E00CAF0" w14:textId="77777777" w:rsidR="00810B20" w:rsidRPr="005E15DA" w:rsidRDefault="00810B20" w:rsidP="00AE3E0A">
            <w:pPr>
              <w:pStyle w:val="Tabelazwyky"/>
            </w:pPr>
            <w:r w:rsidRPr="005E15DA">
              <w:rPr>
                <w:color w:val="000000"/>
              </w:rPr>
              <w:t>P</w:t>
            </w:r>
            <w:r w:rsidRPr="005E15DA">
              <w:t>rojekt „Programu e-Cło” Zintegrowany System Obsługi Zabezpieczeń.</w:t>
            </w:r>
          </w:p>
        </w:tc>
      </w:tr>
      <w:tr w:rsidR="00810B20" w:rsidRPr="00D761DD" w14:paraId="45E226A0" w14:textId="77777777" w:rsidTr="00A95D96">
        <w:tc>
          <w:tcPr>
            <w:tcW w:w="2988" w:type="dxa"/>
          </w:tcPr>
          <w:p w14:paraId="668D2E52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5136FF04" w14:textId="77777777" w:rsidR="00810B20" w:rsidRPr="005E15DA" w:rsidRDefault="00810B20" w:rsidP="00AE3E0A">
            <w:pPr>
              <w:pStyle w:val="Tabelazwyky"/>
            </w:pPr>
            <w:proofErr w:type="spellStart"/>
            <w:r w:rsidRPr="005E15DA">
              <w:rPr>
                <w:i/>
              </w:rPr>
              <w:t>OWNRESources</w:t>
            </w:r>
            <w:proofErr w:type="spellEnd"/>
            <w:r w:rsidRPr="005E15DA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D761DD" w14:paraId="07CF8F46" w14:textId="77777777" w:rsidTr="00A95D96">
        <w:tc>
          <w:tcPr>
            <w:tcW w:w="2988" w:type="dxa"/>
          </w:tcPr>
          <w:p w14:paraId="0FF0B0BA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1FB898ED" w14:textId="77777777" w:rsidR="00810B20" w:rsidRPr="005E15DA" w:rsidRDefault="00810B20" w:rsidP="00AE3E0A">
            <w:pPr>
              <w:pStyle w:val="Tabelazwyky"/>
            </w:pPr>
            <w:r w:rsidRPr="005E15DA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5E15DA">
              <w:br/>
              <w:t>w ramach Programu e-Cło.</w:t>
            </w:r>
          </w:p>
        </w:tc>
      </w:tr>
      <w:tr w:rsidR="00810B20" w:rsidRPr="00D761DD" w14:paraId="59A6C73D" w14:textId="77777777" w:rsidTr="00A95D96">
        <w:tc>
          <w:tcPr>
            <w:tcW w:w="2988" w:type="dxa"/>
          </w:tcPr>
          <w:p w14:paraId="40B8155F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7118A60A" w14:textId="77777777" w:rsidR="00810B20" w:rsidRPr="005E15DA" w:rsidRDefault="00810B20" w:rsidP="00AE3E0A">
            <w:pPr>
              <w:pStyle w:val="Tabelazwyky"/>
            </w:pPr>
            <w:r w:rsidRPr="005E15DA">
              <w:t xml:space="preserve">Projekt Programu e-Cło przewidujący stworzenie jednolitego podsystemu uwierzytelniania dla wszystkich systemów i użytkowników wewnętrznych  wraz  z </w:t>
            </w:r>
            <w:r w:rsidRPr="005E15DA">
              <w:rPr>
                <w:i/>
              </w:rPr>
              <w:t xml:space="preserve">Public </w:t>
            </w:r>
            <w:proofErr w:type="spellStart"/>
            <w:r w:rsidRPr="005E15DA">
              <w:rPr>
                <w:i/>
              </w:rPr>
              <w:t>Key</w:t>
            </w:r>
            <w:proofErr w:type="spellEnd"/>
            <w:r w:rsidRPr="005E15DA">
              <w:rPr>
                <w:i/>
              </w:rPr>
              <w:t xml:space="preserve"> </w:t>
            </w:r>
            <w:proofErr w:type="spellStart"/>
            <w:r w:rsidRPr="005E15DA">
              <w:rPr>
                <w:i/>
              </w:rPr>
              <w:t>Infrastructure</w:t>
            </w:r>
            <w:proofErr w:type="spellEnd"/>
            <w:r w:rsidRPr="005E15DA">
              <w:t xml:space="preserve">  i funkcjonalnością/technologią jednokrotnego uwierzytelniania </w:t>
            </w:r>
            <w:r w:rsidRPr="005E15DA">
              <w:rPr>
                <w:i/>
              </w:rPr>
              <w:t xml:space="preserve">Single </w:t>
            </w:r>
            <w:proofErr w:type="spellStart"/>
            <w:r w:rsidRPr="005E15DA">
              <w:rPr>
                <w:i/>
              </w:rPr>
              <w:t>Sign</w:t>
            </w:r>
            <w:proofErr w:type="spellEnd"/>
            <w:r w:rsidRPr="005E15DA">
              <w:rPr>
                <w:i/>
              </w:rPr>
              <w:t xml:space="preserve"> On</w:t>
            </w:r>
            <w:r w:rsidRPr="005E15DA">
              <w:t xml:space="preserve"> (SSO).</w:t>
            </w:r>
          </w:p>
        </w:tc>
      </w:tr>
      <w:tr w:rsidR="00810B20" w:rsidRPr="00D761DD" w14:paraId="62AB48FA" w14:textId="77777777" w:rsidTr="00A95D96">
        <w:tc>
          <w:tcPr>
            <w:tcW w:w="2988" w:type="dxa"/>
          </w:tcPr>
          <w:p w14:paraId="6E3667DE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383BA164" w14:textId="77777777" w:rsidR="00810B20" w:rsidRPr="005E15DA" w:rsidRDefault="00810B20" w:rsidP="00AE3E0A">
            <w:pPr>
              <w:pStyle w:val="Tabelazwyky"/>
            </w:pPr>
            <w:r w:rsidRPr="005E15DA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D761DD" w14:paraId="6C65D7DD" w14:textId="77777777" w:rsidTr="00A95D96">
        <w:tc>
          <w:tcPr>
            <w:tcW w:w="2988" w:type="dxa"/>
          </w:tcPr>
          <w:p w14:paraId="601B7BE1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196C5782" w14:textId="77777777" w:rsidR="00810B20" w:rsidRPr="005E15DA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E15DA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810B20" w:rsidRPr="00D761DD" w14:paraId="1874E250" w14:textId="77777777" w:rsidTr="00A95D96">
        <w:tc>
          <w:tcPr>
            <w:tcW w:w="2988" w:type="dxa"/>
          </w:tcPr>
          <w:p w14:paraId="1A17179F" w14:textId="77777777" w:rsidR="00810B20" w:rsidRPr="00A95D96" w:rsidRDefault="00810B20" w:rsidP="00AE3E0A">
            <w:pPr>
              <w:pStyle w:val="Tabelazwyky"/>
              <w:rPr>
                <w:lang w:val="en-GB"/>
              </w:rPr>
            </w:pPr>
            <w:r w:rsidRPr="00A95D96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02F1FC9E" w14:textId="77777777" w:rsidR="00810B20" w:rsidRPr="005E15DA" w:rsidRDefault="00810B20" w:rsidP="00AE3E0A">
            <w:pPr>
              <w:pStyle w:val="Tabelazwyky"/>
            </w:pPr>
            <w:r w:rsidRPr="005E15DA">
              <w:t>Architektura oparta na usługach (ang. Service-</w:t>
            </w:r>
            <w:proofErr w:type="spellStart"/>
            <w:r w:rsidRPr="005E15DA">
              <w:t>Oriented</w:t>
            </w:r>
            <w:proofErr w:type="spellEnd"/>
            <w:r w:rsidRPr="005E15DA">
              <w:t xml:space="preserve"> Architecture); koncepcja tworzenia systemów informatycznych, w której główny nacisk stawia się na definiowanie usług, które spełnią wymagania użytkownika. Pojęcie SOA obejmuje zestaw metod </w:t>
            </w:r>
            <w:r w:rsidRPr="005E15DA">
              <w:lastRenderedPageBreak/>
              <w:t>organizacyjnych i technicznych mający na celu lepsze powiązanie biznesowej strony organizacji z jej zasobami informatycznymi.</w:t>
            </w:r>
          </w:p>
        </w:tc>
      </w:tr>
      <w:tr w:rsidR="00810B20" w:rsidRPr="00D761DD" w14:paraId="188F27AF" w14:textId="77777777" w:rsidTr="00A95D96">
        <w:tc>
          <w:tcPr>
            <w:tcW w:w="2988" w:type="dxa"/>
          </w:tcPr>
          <w:p w14:paraId="571AD148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240" w:type="dxa"/>
          </w:tcPr>
          <w:p w14:paraId="3ADBAD2B" w14:textId="77777777" w:rsidR="00810B20" w:rsidRPr="005E15DA" w:rsidRDefault="00810B20" w:rsidP="00AE3E0A">
            <w:pPr>
              <w:pStyle w:val="Tabelazwyky"/>
            </w:pPr>
            <w:r w:rsidRPr="005E15DA">
              <w:rPr>
                <w:i/>
              </w:rPr>
              <w:t xml:space="preserve">Simple Object Access </w:t>
            </w:r>
            <w:proofErr w:type="spellStart"/>
            <w:r w:rsidRPr="005E15DA">
              <w:rPr>
                <w:i/>
              </w:rPr>
              <w:t>Protocol</w:t>
            </w:r>
            <w:proofErr w:type="spellEnd"/>
            <w:r w:rsidRPr="005E15DA">
              <w:t xml:space="preserve"> – protokół wywoływania zdalnego dostępu do obiektów, wykorzystujący XML do kodowania wywołań.</w:t>
            </w:r>
          </w:p>
        </w:tc>
      </w:tr>
      <w:tr w:rsidR="00810B20" w:rsidRPr="00D761DD" w14:paraId="48889AA0" w14:textId="77777777" w:rsidTr="00A95D96">
        <w:tc>
          <w:tcPr>
            <w:tcW w:w="2988" w:type="dxa"/>
          </w:tcPr>
          <w:p w14:paraId="46F22EFA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540114D2" w14:textId="77777777" w:rsidR="00810B20" w:rsidRPr="005E15DA" w:rsidRDefault="00810B20" w:rsidP="00AE3E0A">
            <w:pPr>
              <w:pStyle w:val="Tabelazwyky"/>
            </w:pPr>
            <w:r w:rsidRPr="005E15DA">
              <w:rPr>
                <w:i/>
              </w:rPr>
              <w:t xml:space="preserve">Single </w:t>
            </w:r>
            <w:proofErr w:type="spellStart"/>
            <w:r w:rsidRPr="005E15DA">
              <w:rPr>
                <w:i/>
              </w:rPr>
              <w:t>Sign</w:t>
            </w:r>
            <w:proofErr w:type="spellEnd"/>
            <w:r w:rsidRPr="005E15DA">
              <w:rPr>
                <w:i/>
              </w:rPr>
              <w:t xml:space="preserve"> On</w:t>
            </w:r>
            <w:r w:rsidRPr="005E15DA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D761DD" w14:paraId="0537BE6A" w14:textId="77777777" w:rsidTr="00A95D96">
        <w:tc>
          <w:tcPr>
            <w:tcW w:w="2988" w:type="dxa"/>
          </w:tcPr>
          <w:p w14:paraId="3BA0B9E7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20089B3A" w14:textId="77777777" w:rsidR="00810B20" w:rsidRPr="005E15DA" w:rsidRDefault="00810B20" w:rsidP="00AE3E0A">
            <w:pPr>
              <w:pStyle w:val="Tabelazwyky"/>
            </w:pPr>
            <w:r w:rsidRPr="005E15DA">
              <w:t>System Zintegrowanej Rejestracji Przedsiębiorców. Projekt „Programu e-Cło”.</w:t>
            </w:r>
          </w:p>
        </w:tc>
      </w:tr>
      <w:tr w:rsidR="00810B20" w:rsidRPr="00D761DD" w14:paraId="5F268ABC" w14:textId="77777777" w:rsidTr="00A95D96">
        <w:tc>
          <w:tcPr>
            <w:tcW w:w="2988" w:type="dxa"/>
          </w:tcPr>
          <w:p w14:paraId="4690A0C7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3574DBF1" w14:textId="77777777" w:rsidR="00810B20" w:rsidRPr="005E15DA" w:rsidRDefault="00810B20" w:rsidP="00AE3E0A">
            <w:pPr>
              <w:pStyle w:val="Tabelazwyky"/>
            </w:pPr>
            <w:r w:rsidRPr="005E15DA">
              <w:t>Informatyczny System Obsługi Budżetu Państwa.</w:t>
            </w:r>
          </w:p>
        </w:tc>
      </w:tr>
      <w:tr w:rsidR="00810B20" w:rsidRPr="00D761DD" w14:paraId="7EA2274F" w14:textId="77777777" w:rsidTr="00A95D96">
        <w:tc>
          <w:tcPr>
            <w:tcW w:w="2988" w:type="dxa"/>
          </w:tcPr>
          <w:p w14:paraId="64A5347F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30DBE30D" w14:textId="77777777" w:rsidR="00810B20" w:rsidRPr="005E15DA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E15DA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5E15DA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5E15DA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5E15DA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5E15DA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810B20" w:rsidRPr="00D761DD" w14:paraId="2871D0D8" w14:textId="77777777" w:rsidTr="00A95D96">
        <w:tc>
          <w:tcPr>
            <w:tcW w:w="2988" w:type="dxa"/>
          </w:tcPr>
          <w:p w14:paraId="2DCB0DBE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61DAF83B" w14:textId="77777777" w:rsidR="00810B20" w:rsidRPr="005E15DA" w:rsidRDefault="00810B20" w:rsidP="00AE3E0A">
            <w:pPr>
              <w:pStyle w:val="Tabelazwyky"/>
            </w:pPr>
            <w:r w:rsidRPr="005E15DA">
              <w:rPr>
                <w:i/>
              </w:rPr>
              <w:t>Write-Off Management and Information System</w:t>
            </w:r>
            <w:r w:rsidRPr="005E15DA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D761DD" w14:paraId="6669C31D" w14:textId="77777777" w:rsidTr="00A95D96">
        <w:tc>
          <w:tcPr>
            <w:tcW w:w="2988" w:type="dxa"/>
          </w:tcPr>
          <w:p w14:paraId="3165A70A" w14:textId="77777777" w:rsidR="00810B20" w:rsidRPr="00A95D96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95D96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23C609CB" w14:textId="77777777" w:rsidR="00810B20" w:rsidRPr="005E15DA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7F727E71" w14:textId="77777777" w:rsidR="00810B20" w:rsidRPr="005E15DA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D761DD" w14:paraId="3E918362" w14:textId="77777777" w:rsidTr="00A95D96">
        <w:tc>
          <w:tcPr>
            <w:tcW w:w="2988" w:type="dxa"/>
          </w:tcPr>
          <w:p w14:paraId="026F185D" w14:textId="77777777" w:rsidR="00810B20" w:rsidRPr="00A95D96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95D96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7B065FAE" w14:textId="77777777" w:rsidR="00810B20" w:rsidRPr="005E15DA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D761DD" w14:paraId="369F64C1" w14:textId="77777777" w:rsidTr="00A95D96">
        <w:tc>
          <w:tcPr>
            <w:tcW w:w="2988" w:type="dxa"/>
          </w:tcPr>
          <w:p w14:paraId="6F6A2A07" w14:textId="77777777" w:rsidR="00810B20" w:rsidRPr="00A95D96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95D96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56DB502B" w14:textId="77777777" w:rsidR="00810B20" w:rsidRPr="005E15DA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D761DD" w14:paraId="69F70E0C" w14:textId="77777777" w:rsidTr="00A95D96">
        <w:tc>
          <w:tcPr>
            <w:tcW w:w="2988" w:type="dxa"/>
          </w:tcPr>
          <w:p w14:paraId="1BE8FF81" w14:textId="77777777" w:rsidR="00810B20" w:rsidRPr="00A95D96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A95D96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549EC4F7" w14:textId="77777777" w:rsidR="00810B20" w:rsidRPr="005E15DA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5E15D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810B20" w:rsidRPr="00D761DD" w14:paraId="260DE9EC" w14:textId="77777777" w:rsidTr="00A95D96">
        <w:tc>
          <w:tcPr>
            <w:tcW w:w="2988" w:type="dxa"/>
          </w:tcPr>
          <w:p w14:paraId="45E2C5CA" w14:textId="77777777" w:rsidR="00810B20" w:rsidRPr="00A95D96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A95D96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27CAB1A6" w14:textId="77777777" w:rsidR="00810B20" w:rsidRPr="005E15DA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5E15DA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7ED3DA8C" w14:textId="77777777" w:rsidR="003F3585" w:rsidRPr="00A40D33" w:rsidRDefault="00C43119" w:rsidP="00A40D33">
      <w:pPr>
        <w:pStyle w:val="Nagwek3"/>
      </w:pPr>
      <w:bookmarkStart w:id="43" w:name="_Toc349568560"/>
      <w:bookmarkStart w:id="44" w:name="_Toc184297431"/>
      <w:r w:rsidRPr="00A40D33">
        <w:t>Terminy</w:t>
      </w:r>
      <w:bookmarkEnd w:id="43"/>
      <w:bookmarkEnd w:id="44"/>
    </w:p>
    <w:p w14:paraId="20742891" w14:textId="51D3F6B5" w:rsidR="00034C39" w:rsidRPr="00D761DD" w:rsidRDefault="00034C39" w:rsidP="00A40D33">
      <w:pPr>
        <w:pStyle w:val="Z2PodpisRysunkuTabeli"/>
      </w:pPr>
      <w:bookmarkStart w:id="45" w:name="_Toc184297413"/>
      <w:r w:rsidRPr="00D761DD"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6</w:t>
      </w:r>
      <w:r w:rsidR="00FF303C">
        <w:rPr>
          <w:noProof/>
        </w:rPr>
        <w:fldChar w:fldCharType="end"/>
      </w:r>
      <w:r w:rsidRPr="00D761DD">
        <w:t>. Wykaz definicji</w:t>
      </w:r>
      <w:bookmarkEnd w:id="4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D761DD" w14:paraId="483A3AA3" w14:textId="77777777" w:rsidTr="00A95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23451852" w14:textId="77777777" w:rsidR="00034C39" w:rsidRPr="00A95D96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A95D96">
              <w:rPr>
                <w:rFonts w:ascii="Lato" w:hAnsi="Lato" w:cs="Arial"/>
                <w:b/>
                <w:bCs/>
                <w:szCs w:val="18"/>
              </w:rPr>
              <w:t>Termin</w:t>
            </w:r>
          </w:p>
        </w:tc>
        <w:tc>
          <w:tcPr>
            <w:tcW w:w="6476" w:type="dxa"/>
          </w:tcPr>
          <w:p w14:paraId="2CC2CCDE" w14:textId="77777777" w:rsidR="00034C39" w:rsidRPr="00A95D96" w:rsidRDefault="00034C39" w:rsidP="00F9660A">
            <w:pPr>
              <w:pStyle w:val="Z2Nagwektabeli"/>
              <w:rPr>
                <w:rFonts w:ascii="Lato" w:hAnsi="Lato" w:cs="Arial"/>
                <w:b/>
                <w:bCs/>
                <w:szCs w:val="18"/>
              </w:rPr>
            </w:pPr>
            <w:r w:rsidRPr="00A95D96">
              <w:rPr>
                <w:rFonts w:ascii="Lato" w:hAnsi="Lato" w:cs="Arial"/>
                <w:b/>
                <w:bCs/>
                <w:szCs w:val="18"/>
              </w:rPr>
              <w:t>Definicja</w:t>
            </w:r>
          </w:p>
        </w:tc>
      </w:tr>
      <w:tr w:rsidR="00D64ACB" w:rsidRPr="00D761DD" w14:paraId="54A1A885" w14:textId="77777777" w:rsidTr="00A95D96">
        <w:tc>
          <w:tcPr>
            <w:tcW w:w="2988" w:type="dxa"/>
          </w:tcPr>
          <w:p w14:paraId="7CE85ED2" w14:textId="77777777" w:rsidR="00D64ACB" w:rsidRPr="00D0560B" w:rsidRDefault="00716456" w:rsidP="004E2C82">
            <w:pPr>
              <w:rPr>
                <w:rFonts w:cs="Arial"/>
                <w:sz w:val="20"/>
                <w:szCs w:val="20"/>
              </w:rPr>
            </w:pPr>
            <w:r w:rsidRPr="00D0560B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798A95CC" w14:textId="77777777" w:rsidR="00D64ACB" w:rsidRPr="00D0560B" w:rsidRDefault="00716456" w:rsidP="007B5AE2">
            <w:pPr>
              <w:rPr>
                <w:rFonts w:cs="Arial"/>
                <w:sz w:val="20"/>
                <w:szCs w:val="20"/>
              </w:rPr>
            </w:pPr>
            <w:r w:rsidRPr="00D0560B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D761DD" w14:paraId="6FB588DA" w14:textId="77777777" w:rsidTr="00A95D96">
        <w:tc>
          <w:tcPr>
            <w:tcW w:w="2988" w:type="dxa"/>
          </w:tcPr>
          <w:p w14:paraId="58CAE86E" w14:textId="77777777" w:rsidR="00D64ACB" w:rsidRPr="00D0560B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0560B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7B43B64C" w14:textId="77777777" w:rsidR="00D64ACB" w:rsidRPr="00D0560B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0560B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D761DD" w14:paraId="34E2017C" w14:textId="77777777" w:rsidTr="00A95D96">
        <w:tc>
          <w:tcPr>
            <w:tcW w:w="2988" w:type="dxa"/>
          </w:tcPr>
          <w:p w14:paraId="22500E28" w14:textId="77777777" w:rsidR="00D64ACB" w:rsidRPr="00D0560B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0560B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D0560B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43BCADA" w14:textId="77777777" w:rsidR="00D64ACB" w:rsidRPr="00D0560B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0560B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5D5FC84A" w14:textId="77777777" w:rsidR="008304F5" w:rsidRPr="00A40D33" w:rsidRDefault="008304F5" w:rsidP="00A40D33">
      <w:pPr>
        <w:pStyle w:val="Nagwek1"/>
      </w:pPr>
      <w:bookmarkStart w:id="46" w:name="_Toc349568561"/>
      <w:bookmarkStart w:id="47" w:name="_Toc184297432"/>
      <w:r w:rsidRPr="00A40D33">
        <w:lastRenderedPageBreak/>
        <w:t>Zawartość merytoryczna dokumentu</w:t>
      </w:r>
      <w:bookmarkEnd w:id="46"/>
      <w:bookmarkEnd w:id="47"/>
    </w:p>
    <w:p w14:paraId="3E939B58" w14:textId="77777777" w:rsidR="00654129" w:rsidRPr="00D761DD" w:rsidRDefault="00D64ACB" w:rsidP="00A95D96">
      <w:r w:rsidRPr="00D761DD">
        <w:t xml:space="preserve">Dokument zawiera </w:t>
      </w:r>
      <w:r w:rsidR="005E6523" w:rsidRPr="00D761DD">
        <w:t xml:space="preserve">definicje struktury i zawartości informacyjnej dokumentu XML (zwanej tutaj także komunikatem) </w:t>
      </w:r>
      <w:r w:rsidR="0007178D" w:rsidRPr="00D761DD">
        <w:t>dla zapytania i odpowiedzi potwierdzenia zapłaty akcyzy za samochód</w:t>
      </w:r>
      <w:r w:rsidR="005E6523" w:rsidRPr="00D761DD">
        <w:t>.</w:t>
      </w:r>
    </w:p>
    <w:p w14:paraId="3FBB5E5A" w14:textId="2F8B483E" w:rsidR="00D64ACB" w:rsidRPr="00D761DD" w:rsidRDefault="00D64ACB" w:rsidP="00A40D33">
      <w:pPr>
        <w:pStyle w:val="Z2PodpisRysunkuTabeli"/>
      </w:pPr>
      <w:bookmarkStart w:id="48" w:name="_Toc348954995"/>
      <w:bookmarkStart w:id="49" w:name="_Toc184297414"/>
      <w:r w:rsidRPr="00D761DD"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7</w:t>
      </w:r>
      <w:r w:rsidR="00FF303C">
        <w:rPr>
          <w:noProof/>
        </w:rPr>
        <w:fldChar w:fldCharType="end"/>
      </w:r>
      <w:r w:rsidRPr="00D761DD">
        <w:t xml:space="preserve">. </w:t>
      </w:r>
      <w:r w:rsidR="00847416" w:rsidRPr="00D761DD">
        <w:t>Powiązanie plików</w:t>
      </w:r>
      <w:r w:rsidRPr="00D761DD">
        <w:t xml:space="preserve"> XSD</w:t>
      </w:r>
      <w:bookmarkEnd w:id="48"/>
      <w:bookmarkEnd w:id="4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D761DD" w14:paraId="4CE3DEA6" w14:textId="77777777" w:rsidTr="00A95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57" w:type="dxa"/>
          </w:tcPr>
          <w:p w14:paraId="121F854E" w14:textId="77777777" w:rsidR="00847416" w:rsidRPr="00A95D96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Plik XSD</w:t>
            </w:r>
          </w:p>
        </w:tc>
        <w:tc>
          <w:tcPr>
            <w:tcW w:w="7171" w:type="dxa"/>
          </w:tcPr>
          <w:p w14:paraId="5E49B64F" w14:textId="77777777" w:rsidR="00847416" w:rsidRPr="00A95D96" w:rsidRDefault="00847416" w:rsidP="004E2C82">
            <w:pPr>
              <w:pStyle w:val="Z2Nagwektabeli"/>
              <w:rPr>
                <w:rFonts w:ascii="Lato" w:hAnsi="Lato"/>
                <w:b/>
                <w:bCs/>
              </w:rPr>
            </w:pPr>
            <w:r w:rsidRPr="00A95D96">
              <w:rPr>
                <w:rFonts w:ascii="Lato" w:hAnsi="Lato"/>
                <w:b/>
                <w:bCs/>
              </w:rPr>
              <w:t>Opis</w:t>
            </w:r>
          </w:p>
        </w:tc>
      </w:tr>
      <w:tr w:rsidR="00847416" w:rsidRPr="00D761DD" w14:paraId="48D16FE4" w14:textId="77777777" w:rsidTr="00A95D96">
        <w:tc>
          <w:tcPr>
            <w:tcW w:w="2057" w:type="dxa"/>
          </w:tcPr>
          <w:p w14:paraId="5CE15A00" w14:textId="77777777" w:rsidR="00847416" w:rsidRPr="00D0560B" w:rsidRDefault="009921F7" w:rsidP="004E2C82">
            <w:pPr>
              <w:rPr>
                <w:rFonts w:cs="Arial"/>
                <w:sz w:val="20"/>
                <w:szCs w:val="20"/>
              </w:rPr>
            </w:pPr>
            <w:r w:rsidRPr="00D0560B">
              <w:rPr>
                <w:rFonts w:cs="Arial"/>
                <w:sz w:val="20"/>
                <w:szCs w:val="20"/>
              </w:rPr>
              <w:t>pzas_req</w:t>
            </w:r>
            <w:r w:rsidR="00847416" w:rsidRPr="00D0560B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4C4687B8" w14:textId="77777777" w:rsidR="00847416" w:rsidRPr="00D0560B" w:rsidRDefault="003068DA" w:rsidP="00A4737B">
            <w:pPr>
              <w:rPr>
                <w:rFonts w:cs="Arial"/>
                <w:sz w:val="20"/>
                <w:szCs w:val="20"/>
              </w:rPr>
            </w:pPr>
            <w:r w:rsidRPr="00D0560B">
              <w:rPr>
                <w:rFonts w:cs="Arial"/>
                <w:sz w:val="20"/>
                <w:szCs w:val="20"/>
              </w:rPr>
              <w:t xml:space="preserve">Struktura danych </w:t>
            </w:r>
            <w:r w:rsidR="00980C94" w:rsidRPr="00D0560B">
              <w:rPr>
                <w:rFonts w:cs="Arial"/>
                <w:sz w:val="20"/>
                <w:szCs w:val="20"/>
              </w:rPr>
              <w:t xml:space="preserve">z zapytaniem </w:t>
            </w:r>
            <w:r w:rsidR="009921F7" w:rsidRPr="00D0560B">
              <w:rPr>
                <w:rFonts w:cs="Arial"/>
                <w:sz w:val="20"/>
                <w:szCs w:val="20"/>
              </w:rPr>
              <w:t>dla potwierdzenia zapłaty akcyzy za samochód</w:t>
            </w:r>
            <w:r w:rsidR="00897644" w:rsidRPr="00D0560B">
              <w:rPr>
                <w:rFonts w:cs="Arial"/>
                <w:sz w:val="20"/>
                <w:szCs w:val="20"/>
              </w:rPr>
              <w:t>.</w:t>
            </w:r>
          </w:p>
        </w:tc>
      </w:tr>
      <w:tr w:rsidR="009921F7" w:rsidRPr="00D761DD" w14:paraId="6A01B4EE" w14:textId="77777777" w:rsidTr="00A95D96">
        <w:tc>
          <w:tcPr>
            <w:tcW w:w="2057" w:type="dxa"/>
          </w:tcPr>
          <w:p w14:paraId="25BE53B3" w14:textId="77777777" w:rsidR="009921F7" w:rsidRPr="00D0560B" w:rsidRDefault="009921F7" w:rsidP="004E2C82">
            <w:pPr>
              <w:rPr>
                <w:rFonts w:cs="Arial"/>
                <w:sz w:val="20"/>
                <w:szCs w:val="20"/>
              </w:rPr>
            </w:pPr>
            <w:r w:rsidRPr="00D0560B">
              <w:rPr>
                <w:rFonts w:cs="Arial"/>
                <w:sz w:val="20"/>
                <w:szCs w:val="20"/>
              </w:rPr>
              <w:t>pzas_resp.xsd</w:t>
            </w:r>
          </w:p>
        </w:tc>
        <w:tc>
          <w:tcPr>
            <w:tcW w:w="7171" w:type="dxa"/>
          </w:tcPr>
          <w:p w14:paraId="119DB3A6" w14:textId="77777777" w:rsidR="009921F7" w:rsidRPr="00D0560B" w:rsidRDefault="009921F7" w:rsidP="009921F7">
            <w:pPr>
              <w:rPr>
                <w:rFonts w:cs="Arial"/>
                <w:sz w:val="20"/>
                <w:szCs w:val="20"/>
              </w:rPr>
            </w:pPr>
            <w:r w:rsidRPr="00D0560B">
              <w:rPr>
                <w:rFonts w:cs="Arial"/>
                <w:sz w:val="20"/>
                <w:szCs w:val="20"/>
              </w:rPr>
              <w:t>Struktura danych z odpowiedzią dla potwierdzenia zapłaty akcyzy za samochód.</w:t>
            </w:r>
          </w:p>
        </w:tc>
      </w:tr>
    </w:tbl>
    <w:p w14:paraId="799317BE" w14:textId="77777777" w:rsidR="004E2C82" w:rsidRPr="00A40D33" w:rsidRDefault="007B6312" w:rsidP="00A40D33">
      <w:pPr>
        <w:pStyle w:val="Nagwek1"/>
      </w:pPr>
      <w:bookmarkStart w:id="50" w:name="_Toc184297433"/>
      <w:r w:rsidRPr="00A40D33">
        <w:lastRenderedPageBreak/>
        <w:t>Specyfikacja d</w:t>
      </w:r>
      <w:r w:rsidR="00B2559B" w:rsidRPr="00A40D33">
        <w:t>okumentu</w:t>
      </w:r>
      <w:r w:rsidRPr="00A40D33">
        <w:t xml:space="preserve"> </w:t>
      </w:r>
      <w:proofErr w:type="spellStart"/>
      <w:r w:rsidR="00A05537" w:rsidRPr="00A40D33">
        <w:t>PZAS</w:t>
      </w:r>
      <w:r w:rsidR="00FA7D9A" w:rsidRPr="00A40D33">
        <w:t>Req</w:t>
      </w:r>
      <w:bookmarkEnd w:id="50"/>
      <w:proofErr w:type="spellEnd"/>
    </w:p>
    <w:p w14:paraId="751A1C5E" w14:textId="6BE2D2D1" w:rsidR="00220B78" w:rsidRDefault="00220B78" w:rsidP="00220B78">
      <w:pPr>
        <w:pStyle w:val="Legenda"/>
        <w:keepNext/>
      </w:pPr>
      <w:bookmarkStart w:id="51" w:name="_Toc184297415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 w:rsidR="003A2126">
        <w:rPr>
          <w:noProof/>
        </w:rPr>
        <w:t>8</w:t>
      </w:r>
      <w:r w:rsidR="00FF303C">
        <w:rPr>
          <w:noProof/>
        </w:rPr>
        <w:fldChar w:fldCharType="end"/>
      </w:r>
      <w:r>
        <w:t xml:space="preserve">. </w:t>
      </w:r>
      <w:r w:rsidRPr="0007765E">
        <w:t xml:space="preserve">Dane ogólne w ramach struktury dokumentu </w:t>
      </w:r>
      <w:proofErr w:type="spellStart"/>
      <w:r w:rsidRPr="0007765E">
        <w:t>PZASReq</w:t>
      </w:r>
      <w:bookmarkEnd w:id="51"/>
      <w:proofErr w:type="spellEnd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D761DD" w14:paraId="3873FB04" w14:textId="77777777" w:rsidTr="00E1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7360592" w14:textId="77777777" w:rsidR="00AE58FB" w:rsidRPr="00220B7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E80A62D" w14:textId="77777777" w:rsidR="00AE58FB" w:rsidRPr="00220B78" w:rsidRDefault="00C7562B" w:rsidP="002B3C9A">
            <w:pPr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 xml:space="preserve">Dokument </w:t>
            </w:r>
            <w:r w:rsidR="006E4142" w:rsidRPr="00220B78">
              <w:rPr>
                <w:rFonts w:cs="Arial"/>
                <w:sz w:val="20"/>
                <w:szCs w:val="20"/>
              </w:rPr>
              <w:t>zapytania</w:t>
            </w:r>
            <w:r w:rsidR="008367F9" w:rsidRPr="00220B78">
              <w:rPr>
                <w:rFonts w:cs="Arial"/>
                <w:sz w:val="20"/>
                <w:szCs w:val="20"/>
              </w:rPr>
              <w:t xml:space="preserve"> </w:t>
            </w:r>
            <w:r w:rsidR="00906BBA" w:rsidRPr="00220B78">
              <w:rPr>
                <w:rFonts w:cs="Arial"/>
                <w:sz w:val="20"/>
                <w:szCs w:val="20"/>
              </w:rPr>
              <w:t>dla potwierdzenia zapłaty akcyzy za samochód</w:t>
            </w:r>
          </w:p>
        </w:tc>
      </w:tr>
      <w:tr w:rsidR="00AE58FB" w:rsidRPr="00D761DD" w14:paraId="0AB552E9" w14:textId="77777777" w:rsidTr="00E1011A">
        <w:tc>
          <w:tcPr>
            <w:tcW w:w="2738" w:type="dxa"/>
          </w:tcPr>
          <w:p w14:paraId="5471AD28" w14:textId="77777777" w:rsidR="00AE58FB" w:rsidRPr="00220B7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80CB62B" w14:textId="77777777" w:rsidR="00AE58FB" w:rsidRPr="00220B7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761DD" w14:paraId="59A42DDF" w14:textId="77777777" w:rsidTr="00E1011A">
        <w:tc>
          <w:tcPr>
            <w:tcW w:w="2738" w:type="dxa"/>
          </w:tcPr>
          <w:p w14:paraId="693A6C77" w14:textId="77777777" w:rsidR="00AE58FB" w:rsidRPr="00220B7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015FF770" w14:textId="77777777" w:rsidR="00AE58FB" w:rsidRPr="00220B78" w:rsidRDefault="002B509B" w:rsidP="002B3C9A">
            <w:pPr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2.</w:t>
            </w:r>
            <w:r w:rsidR="000A2A39" w:rsidRPr="00220B78">
              <w:rPr>
                <w:rFonts w:cs="Arial"/>
                <w:sz w:val="20"/>
                <w:szCs w:val="20"/>
              </w:rPr>
              <w:t>0</w:t>
            </w:r>
          </w:p>
        </w:tc>
      </w:tr>
      <w:tr w:rsidR="00AE58FB" w:rsidRPr="00D761DD" w14:paraId="39DA127E" w14:textId="77777777" w:rsidTr="00E1011A">
        <w:tc>
          <w:tcPr>
            <w:tcW w:w="2738" w:type="dxa"/>
          </w:tcPr>
          <w:p w14:paraId="0A80A7F9" w14:textId="77777777" w:rsidR="00AE58FB" w:rsidRPr="00220B7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220B78">
              <w:rPr>
                <w:rFonts w:cs="Arial"/>
                <w:sz w:val="20"/>
                <w:szCs w:val="20"/>
              </w:rPr>
              <w:t>a</w:t>
            </w:r>
            <w:r w:rsidRPr="00220B78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04B89FE0" w14:textId="77777777" w:rsidR="00AE58FB" w:rsidRPr="00220B7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761DD" w14:paraId="52942FBA" w14:textId="77777777" w:rsidTr="00E1011A">
        <w:tc>
          <w:tcPr>
            <w:tcW w:w="2738" w:type="dxa"/>
          </w:tcPr>
          <w:p w14:paraId="7E043580" w14:textId="77777777" w:rsidR="00AE58FB" w:rsidRPr="00220B7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02856584" w14:textId="77777777" w:rsidR="00AE58FB" w:rsidRPr="00220B78" w:rsidRDefault="009F6ED6" w:rsidP="002B3C9A">
            <w:pPr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761DD" w14:paraId="11024AF8" w14:textId="77777777" w:rsidTr="00E1011A">
        <w:tc>
          <w:tcPr>
            <w:tcW w:w="2738" w:type="dxa"/>
          </w:tcPr>
          <w:p w14:paraId="19F7C3F3" w14:textId="77777777" w:rsidR="00AE58FB" w:rsidRPr="00220B7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124EF6F" w14:textId="77777777" w:rsidR="00AE58FB" w:rsidRPr="00220B7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761DD" w14:paraId="77FE0C10" w14:textId="77777777" w:rsidTr="00E1011A">
        <w:tc>
          <w:tcPr>
            <w:tcW w:w="2738" w:type="dxa"/>
          </w:tcPr>
          <w:p w14:paraId="2002D72D" w14:textId="77777777" w:rsidR="00AE58FB" w:rsidRPr="00220B7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8058CFA" w14:textId="77777777" w:rsidR="00AE58FB" w:rsidRPr="00220B78" w:rsidRDefault="00B5046C" w:rsidP="002B3C9A">
            <w:pPr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761DD" w14:paraId="61A9BA91" w14:textId="77777777" w:rsidTr="00E1011A">
        <w:tc>
          <w:tcPr>
            <w:tcW w:w="2738" w:type="dxa"/>
          </w:tcPr>
          <w:p w14:paraId="6821B952" w14:textId="77777777" w:rsidR="00AE58FB" w:rsidRPr="00E1011A" w:rsidRDefault="00AE58FB" w:rsidP="002B3C9A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E1011A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70CF7433" w14:textId="1B2FE1A4" w:rsidR="00117850" w:rsidRPr="00220B78" w:rsidRDefault="000A2A39" w:rsidP="00906BBA">
            <w:pPr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http://www.e-clo.pl/ZEFIR2/eZefir2/xsd/v2_0/PZASReq.xsd</w:t>
            </w:r>
            <w:r w:rsidR="00906BBA" w:rsidRPr="00220B78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E58FB" w:rsidRPr="00D761DD" w14:paraId="06A6DCB7" w14:textId="77777777" w:rsidTr="00E1011A">
        <w:tc>
          <w:tcPr>
            <w:tcW w:w="2738" w:type="dxa"/>
          </w:tcPr>
          <w:p w14:paraId="47673833" w14:textId="77777777" w:rsidR="00AE58FB" w:rsidRPr="00220B7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DE3C91A" w14:textId="77777777" w:rsidR="00AE58FB" w:rsidRPr="00220B78" w:rsidRDefault="006A300E" w:rsidP="002B3C9A">
            <w:pPr>
              <w:rPr>
                <w:rFonts w:cs="Arial"/>
                <w:sz w:val="20"/>
                <w:szCs w:val="20"/>
              </w:rPr>
            </w:pPr>
            <w:r w:rsidRPr="00220B78">
              <w:rPr>
                <w:rFonts w:cs="Arial"/>
                <w:sz w:val="20"/>
                <w:szCs w:val="20"/>
              </w:rPr>
              <w:t>pzas</w:t>
            </w:r>
            <w:r w:rsidR="00FE0D58" w:rsidRPr="00220B78">
              <w:rPr>
                <w:rFonts w:cs="Arial"/>
                <w:sz w:val="20"/>
                <w:szCs w:val="20"/>
              </w:rPr>
              <w:t>_</w:t>
            </w:r>
            <w:r w:rsidR="007E6872" w:rsidRPr="00220B78">
              <w:rPr>
                <w:rFonts w:cs="Arial"/>
                <w:sz w:val="20"/>
                <w:szCs w:val="20"/>
              </w:rPr>
              <w:t>req</w:t>
            </w:r>
            <w:r w:rsidR="00AE58FB" w:rsidRPr="00220B78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5050AF58" w14:textId="77777777" w:rsidR="00E1011A" w:rsidRPr="00E1011A" w:rsidRDefault="00E1011A" w:rsidP="005D7ED5">
      <w:pPr>
        <w:rPr>
          <w:rFonts w:ascii="Consolas" w:eastAsia="Times New Roman" w:hAnsi="Consolas" w:cs="Arial"/>
          <w:b/>
          <w:sz w:val="20"/>
          <w:szCs w:val="20"/>
          <w:lang w:val="en-US"/>
        </w:rPr>
      </w:pPr>
      <w:proofErr w:type="spellStart"/>
      <w:r w:rsidRPr="00E1011A">
        <w:rPr>
          <w:rFonts w:ascii="Consolas" w:eastAsia="Times New Roman" w:hAnsi="Consolas" w:cs="Arial"/>
          <w:b/>
          <w:sz w:val="20"/>
          <w:szCs w:val="20"/>
          <w:lang w:val="en-US"/>
        </w:rPr>
        <w:t>Nazwa</w:t>
      </w:r>
      <w:proofErr w:type="spellEnd"/>
    </w:p>
    <w:p w14:paraId="4263B456" w14:textId="77777777" w:rsidR="00E1011A" w:rsidRPr="00E1011A" w:rsidRDefault="00E1011A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PZASReqType</w:t>
      </w:r>
      <w:proofErr w:type="spellEnd"/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49A4FFA7" w14:textId="40B2CB55" w:rsidR="003A2126" w:rsidRDefault="003A2126" w:rsidP="003A2126">
      <w:pPr>
        <w:pStyle w:val="Legenda"/>
        <w:keepNext/>
      </w:pPr>
      <w:bookmarkStart w:id="52" w:name="_Toc184297416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>
        <w:rPr>
          <w:noProof/>
        </w:rPr>
        <w:t>9</w:t>
      </w:r>
      <w:r w:rsidR="00FF303C">
        <w:rPr>
          <w:noProof/>
        </w:rPr>
        <w:fldChar w:fldCharType="end"/>
      </w:r>
      <w:r>
        <w:t xml:space="preserve">. </w:t>
      </w:r>
      <w:r w:rsidRPr="00E163EE">
        <w:t>Struktura elementu (</w:t>
      </w:r>
      <w:proofErr w:type="spellStart"/>
      <w:r w:rsidRPr="00E163EE">
        <w:t>PZASReqType</w:t>
      </w:r>
      <w:proofErr w:type="spellEnd"/>
      <w:r w:rsidRPr="00E163EE">
        <w:t>)</w:t>
      </w:r>
      <w:bookmarkEnd w:id="5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0"/>
        <w:gridCol w:w="4176"/>
        <w:gridCol w:w="1802"/>
        <w:gridCol w:w="1196"/>
      </w:tblGrid>
      <w:tr w:rsidR="002E57D7" w:rsidRPr="00D761DD" w14:paraId="620550F3" w14:textId="77777777" w:rsidTr="00E1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80" w:type="dxa"/>
          </w:tcPr>
          <w:p w14:paraId="0442AFD5" w14:textId="77777777" w:rsidR="002E57D7" w:rsidRPr="00D761DD" w:rsidRDefault="002E57D7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4176" w:type="dxa"/>
          </w:tcPr>
          <w:p w14:paraId="0D603947" w14:textId="77777777" w:rsidR="002E57D7" w:rsidRPr="00D761DD" w:rsidRDefault="002E57D7" w:rsidP="00725C5B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D761DD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802" w:type="dxa"/>
          </w:tcPr>
          <w:p w14:paraId="3F82036D" w14:textId="77777777" w:rsidR="002E57D7" w:rsidRPr="00D761DD" w:rsidRDefault="002E57D7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79CA53FF" w14:textId="77777777" w:rsidR="002E57D7" w:rsidRPr="00D761DD" w:rsidRDefault="002E57D7" w:rsidP="005D7ED5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2E57D7" w:rsidRPr="00D761DD" w14:paraId="500368B9" w14:textId="77777777" w:rsidTr="00E1011A">
        <w:trPr>
          <w:trHeight w:val="343"/>
        </w:trPr>
        <w:tc>
          <w:tcPr>
            <w:tcW w:w="1880" w:type="dxa"/>
          </w:tcPr>
          <w:p w14:paraId="00FF691A" w14:textId="77777777" w:rsidR="002E57D7" w:rsidRPr="003A2126" w:rsidRDefault="00354048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collective</w:t>
            </w:r>
            <w:proofErr w:type="spellEnd"/>
          </w:p>
        </w:tc>
        <w:tc>
          <w:tcPr>
            <w:tcW w:w="4176" w:type="dxa"/>
          </w:tcPr>
          <w:p w14:paraId="616FB05B" w14:textId="77777777" w:rsidR="002E57D7" w:rsidRPr="003A2126" w:rsidRDefault="00354048" w:rsidP="00725C5B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Znacznik, który gdy jest ustawiony na True oznacza, że w odpowiedzi należy zwrócić wszystkie VIN powiązane jednym dokumentem. Domyślnie </w:t>
            </w:r>
            <w:proofErr w:type="spellStart"/>
            <w:r w:rsidRPr="003A2126">
              <w:rPr>
                <w:rFonts w:cs="Arial"/>
                <w:sz w:val="20"/>
                <w:szCs w:val="20"/>
              </w:rPr>
              <w:t>false</w:t>
            </w:r>
            <w:proofErr w:type="spellEnd"/>
            <w:r w:rsidRPr="003A212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802" w:type="dxa"/>
          </w:tcPr>
          <w:p w14:paraId="14CD8FD1" w14:textId="77777777" w:rsidR="00AE0E8E" w:rsidRPr="003A2126" w:rsidRDefault="002E57D7" w:rsidP="00354048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="00354048" w:rsidRPr="003A2126">
              <w:rPr>
                <w:rFonts w:cs="Arial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6" w:type="dxa"/>
          </w:tcPr>
          <w:p w14:paraId="2D13146D" w14:textId="77777777" w:rsidR="002E57D7" w:rsidRPr="003A2126" w:rsidRDefault="00C56435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1</w:t>
            </w:r>
            <w:r w:rsidR="00D93940" w:rsidRPr="003A212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2E57D7" w:rsidRPr="00D761DD" w14:paraId="30D361FD" w14:textId="77777777" w:rsidTr="00E1011A">
        <w:trPr>
          <w:trHeight w:val="213"/>
        </w:trPr>
        <w:tc>
          <w:tcPr>
            <w:tcW w:w="1880" w:type="dxa"/>
          </w:tcPr>
          <w:p w14:paraId="2DD553DB" w14:textId="77777777" w:rsidR="002E57D7" w:rsidRPr="003A2126" w:rsidRDefault="00354048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VIN</w:t>
            </w:r>
          </w:p>
        </w:tc>
        <w:tc>
          <w:tcPr>
            <w:tcW w:w="4176" w:type="dxa"/>
          </w:tcPr>
          <w:p w14:paraId="6BFEB972" w14:textId="77777777" w:rsidR="002E57D7" w:rsidRPr="003A2126" w:rsidRDefault="00354048" w:rsidP="00725C5B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Numer identyfikacyjny pojazdu VIN albo numer nadwozia, podwozia lub ramy.</w:t>
            </w:r>
          </w:p>
        </w:tc>
        <w:tc>
          <w:tcPr>
            <w:tcW w:w="1802" w:type="dxa"/>
          </w:tcPr>
          <w:p w14:paraId="261D2FCB" w14:textId="77777777" w:rsidR="001A40EC" w:rsidRPr="003A2126" w:rsidRDefault="002E57D7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 string</w:t>
            </w:r>
          </w:p>
          <w:p w14:paraId="48BF4F72" w14:textId="77777777" w:rsidR="00FF0DB6" w:rsidRPr="003A2126" w:rsidRDefault="00FF0DB6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1196" w:type="dxa"/>
          </w:tcPr>
          <w:p w14:paraId="6E5793F0" w14:textId="77777777" w:rsidR="00AF00E2" w:rsidRPr="003A2126" w:rsidRDefault="00F322FE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</w:t>
            </w:r>
            <w:r w:rsidR="002E57D7" w:rsidRPr="003A212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2E57D7" w:rsidRPr="00D761DD" w14:paraId="4366CA55" w14:textId="77777777" w:rsidTr="00E1011A">
        <w:trPr>
          <w:trHeight w:val="213"/>
        </w:trPr>
        <w:tc>
          <w:tcPr>
            <w:tcW w:w="1880" w:type="dxa"/>
          </w:tcPr>
          <w:p w14:paraId="3862EDDE" w14:textId="77777777" w:rsidR="002E57D7" w:rsidRPr="003A2126" w:rsidRDefault="00FF0DB6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lastRenderedPageBreak/>
              <w:t>UPONumber</w:t>
            </w:r>
            <w:proofErr w:type="spellEnd"/>
          </w:p>
        </w:tc>
        <w:tc>
          <w:tcPr>
            <w:tcW w:w="4176" w:type="dxa"/>
          </w:tcPr>
          <w:p w14:paraId="464C3803" w14:textId="77777777" w:rsidR="002E57D7" w:rsidRPr="003A2126" w:rsidRDefault="00354048" w:rsidP="00725C5B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Numer Urzędowego Potwierdzenia Odbioru dla dokumentu akcyzy, na którym znajdują się pojazdy, dla których ma być wydane potwierdzenie.</w:t>
            </w:r>
          </w:p>
        </w:tc>
        <w:tc>
          <w:tcPr>
            <w:tcW w:w="1802" w:type="dxa"/>
          </w:tcPr>
          <w:p w14:paraId="750DA72C" w14:textId="77777777" w:rsidR="001A5B27" w:rsidRPr="003A2126" w:rsidRDefault="002E57D7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</w:t>
            </w:r>
            <w:r w:rsidR="00F322FE" w:rsidRPr="003A2126">
              <w:rPr>
                <w:rFonts w:cs="Arial"/>
                <w:sz w:val="20"/>
                <w:szCs w:val="20"/>
              </w:rPr>
              <w:t xml:space="preserve"> </w:t>
            </w:r>
            <w:r w:rsidR="00B94AB7" w:rsidRPr="003A2126">
              <w:rPr>
                <w:rFonts w:cs="Arial"/>
                <w:sz w:val="20"/>
                <w:szCs w:val="20"/>
              </w:rPr>
              <w:t>string</w:t>
            </w:r>
          </w:p>
          <w:p w14:paraId="27D34C41" w14:textId="77777777" w:rsidR="000028EC" w:rsidRPr="003A2126" w:rsidRDefault="000028EC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1196" w:type="dxa"/>
          </w:tcPr>
          <w:p w14:paraId="70212A75" w14:textId="77777777" w:rsidR="002E57D7" w:rsidRPr="003A2126" w:rsidRDefault="00D93940" w:rsidP="005D7ED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FF0DB6" w:rsidRPr="00D761DD" w14:paraId="1FAAEAC7" w14:textId="77777777" w:rsidTr="00E1011A">
        <w:trPr>
          <w:trHeight w:val="213"/>
        </w:trPr>
        <w:tc>
          <w:tcPr>
            <w:tcW w:w="1880" w:type="dxa"/>
          </w:tcPr>
          <w:p w14:paraId="596CF439" w14:textId="77777777" w:rsidR="00FF0DB6" w:rsidRPr="003A2126" w:rsidRDefault="00FF0DB6" w:rsidP="00FF0DB6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docAmount</w:t>
            </w:r>
            <w:proofErr w:type="spellEnd"/>
          </w:p>
        </w:tc>
        <w:tc>
          <w:tcPr>
            <w:tcW w:w="4176" w:type="dxa"/>
          </w:tcPr>
          <w:p w14:paraId="43E20446" w14:textId="77777777" w:rsidR="00FF0DB6" w:rsidRPr="003A2126" w:rsidRDefault="00FF0DB6" w:rsidP="00FF0DB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Kwota dokumentu weryfikująca czy użytkownik ma uprawnienia do pobrania potwierdzenia zbiorczego.</w:t>
            </w:r>
          </w:p>
        </w:tc>
        <w:tc>
          <w:tcPr>
            <w:tcW w:w="1802" w:type="dxa"/>
          </w:tcPr>
          <w:p w14:paraId="50CADBE7" w14:textId="77777777" w:rsidR="00FF0DB6" w:rsidRPr="003A2126" w:rsidRDefault="00FF0DB6" w:rsidP="00FF0DB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3A2126">
              <w:rPr>
                <w:rFonts w:cs="Arial"/>
                <w:sz w:val="20"/>
                <w:szCs w:val="20"/>
              </w:rPr>
              <w:t>decimal</w:t>
            </w:r>
            <w:proofErr w:type="spellEnd"/>
            <w:r w:rsidRPr="003A2126">
              <w:rPr>
                <w:rFonts w:cs="Arial"/>
                <w:sz w:val="20"/>
                <w:szCs w:val="20"/>
              </w:rPr>
              <w:t>(12,0)</w:t>
            </w:r>
          </w:p>
        </w:tc>
        <w:tc>
          <w:tcPr>
            <w:tcW w:w="1196" w:type="dxa"/>
          </w:tcPr>
          <w:p w14:paraId="11630B08" w14:textId="77777777" w:rsidR="00FF0DB6" w:rsidRPr="003A2126" w:rsidRDefault="00FF0DB6" w:rsidP="00FF0DB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7AFDA8F5" w14:textId="77777777" w:rsidR="00805EC9" w:rsidRPr="00A40D33" w:rsidRDefault="00805EC9" w:rsidP="00A40D33">
      <w:pPr>
        <w:pStyle w:val="Nagwek2"/>
      </w:pPr>
      <w:bookmarkStart w:id="53" w:name="_Toc184297434"/>
      <w:r w:rsidRPr="00A40D33">
        <w:t>Reguły</w:t>
      </w:r>
      <w:bookmarkEnd w:id="53"/>
    </w:p>
    <w:p w14:paraId="6CD1888C" w14:textId="57FA1803" w:rsidR="003A2126" w:rsidRDefault="003A2126" w:rsidP="003A2126">
      <w:pPr>
        <w:pStyle w:val="Legenda"/>
        <w:keepNext/>
      </w:pPr>
      <w:bookmarkStart w:id="54" w:name="_Toc184297417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>
        <w:rPr>
          <w:noProof/>
        </w:rPr>
        <w:t>10</w:t>
      </w:r>
      <w:r w:rsidR="00FF303C">
        <w:rPr>
          <w:noProof/>
        </w:rPr>
        <w:fldChar w:fldCharType="end"/>
      </w:r>
      <w:r>
        <w:t xml:space="preserve">. </w:t>
      </w:r>
      <w:r w:rsidRPr="00BD7302">
        <w:t xml:space="preserve">Reguły dotyczące dokumentu </w:t>
      </w:r>
      <w:proofErr w:type="spellStart"/>
      <w:r w:rsidRPr="00BD7302">
        <w:t>PZASReq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805EC9" w:rsidRPr="00D761DD" w14:paraId="27A37439" w14:textId="77777777" w:rsidTr="00E1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7047C8F2" w14:textId="77777777" w:rsidR="00805EC9" w:rsidRPr="00D761DD" w:rsidRDefault="00805EC9" w:rsidP="005876FF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0CF4D531" w14:textId="77777777" w:rsidR="00805EC9" w:rsidRPr="00D761DD" w:rsidRDefault="00805EC9" w:rsidP="005876FF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D761DD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33BE" w:rsidRPr="00D761DD" w14:paraId="3914067B" w14:textId="77777777" w:rsidTr="00E1011A">
        <w:trPr>
          <w:trHeight w:val="213"/>
        </w:trPr>
        <w:tc>
          <w:tcPr>
            <w:tcW w:w="944" w:type="dxa"/>
          </w:tcPr>
          <w:p w14:paraId="44AE63C2" w14:textId="77777777" w:rsidR="001D33BE" w:rsidRPr="003A2126" w:rsidRDefault="004745FF" w:rsidP="005876F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7135D407" w14:textId="77777777" w:rsidR="001D33BE" w:rsidRPr="003A2126" w:rsidRDefault="002562C1" w:rsidP="001D33BE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Opcjonalne, jeżeli podano </w:t>
            </w:r>
            <w:proofErr w:type="spellStart"/>
            <w:r w:rsidRPr="003A2126">
              <w:rPr>
                <w:rFonts w:cs="Arial"/>
                <w:sz w:val="20"/>
                <w:szCs w:val="20"/>
              </w:rPr>
              <w:t>UPONumber</w:t>
            </w:r>
            <w:proofErr w:type="spellEnd"/>
            <w:r w:rsidRPr="003A2126">
              <w:rPr>
                <w:rFonts w:cs="Arial"/>
                <w:sz w:val="20"/>
                <w:szCs w:val="20"/>
              </w:rPr>
              <w:t>.</w:t>
            </w:r>
          </w:p>
        </w:tc>
      </w:tr>
      <w:tr w:rsidR="001D33BE" w:rsidRPr="00D761DD" w14:paraId="7AC9AF54" w14:textId="77777777" w:rsidTr="00E1011A">
        <w:trPr>
          <w:trHeight w:val="213"/>
        </w:trPr>
        <w:tc>
          <w:tcPr>
            <w:tcW w:w="944" w:type="dxa"/>
          </w:tcPr>
          <w:p w14:paraId="504972ED" w14:textId="77777777" w:rsidR="001D33BE" w:rsidRPr="003A2126" w:rsidRDefault="004745FF" w:rsidP="005876F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R2</w:t>
            </w:r>
          </w:p>
        </w:tc>
        <w:tc>
          <w:tcPr>
            <w:tcW w:w="8110" w:type="dxa"/>
          </w:tcPr>
          <w:p w14:paraId="2CCACA90" w14:textId="77777777" w:rsidR="001D33BE" w:rsidRPr="003A2126" w:rsidRDefault="000028EC" w:rsidP="00EF2FF1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Opcjonalne, jeżeli podano VIN</w:t>
            </w:r>
            <w:r w:rsidR="00926A73" w:rsidRPr="003A2126">
              <w:rPr>
                <w:rFonts w:cs="Arial"/>
                <w:sz w:val="20"/>
                <w:szCs w:val="20"/>
              </w:rPr>
              <w:t>.</w:t>
            </w:r>
            <w:r w:rsidR="00C41D14" w:rsidRPr="003A212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14:paraId="20959A63" w14:textId="77777777" w:rsidR="009A56B6" w:rsidRPr="00A40D33" w:rsidRDefault="009A56B6" w:rsidP="00A40D33">
      <w:pPr>
        <w:pStyle w:val="Nagwek1"/>
      </w:pPr>
      <w:bookmarkStart w:id="55" w:name="_Toc184297435"/>
      <w:r w:rsidRPr="00A40D33">
        <w:lastRenderedPageBreak/>
        <w:t>Specyfik</w:t>
      </w:r>
      <w:r w:rsidR="00EE243D" w:rsidRPr="00A40D33">
        <w:t xml:space="preserve">acja dokumentu </w:t>
      </w:r>
      <w:proofErr w:type="spellStart"/>
      <w:r w:rsidR="00EE243D" w:rsidRPr="00A40D33">
        <w:t>PZAS</w:t>
      </w:r>
      <w:r w:rsidRPr="00A40D33">
        <w:t>Resp</w:t>
      </w:r>
      <w:bookmarkEnd w:id="55"/>
      <w:proofErr w:type="spellEnd"/>
    </w:p>
    <w:p w14:paraId="502B3E29" w14:textId="3E90DBC0" w:rsidR="003A2126" w:rsidRDefault="003A2126" w:rsidP="003A2126">
      <w:pPr>
        <w:pStyle w:val="Legenda"/>
        <w:keepNext/>
      </w:pPr>
      <w:bookmarkStart w:id="56" w:name="_Toc184297418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>
        <w:rPr>
          <w:noProof/>
        </w:rPr>
        <w:t>11</w:t>
      </w:r>
      <w:r w:rsidR="00FF303C">
        <w:rPr>
          <w:noProof/>
        </w:rPr>
        <w:fldChar w:fldCharType="end"/>
      </w:r>
      <w:r>
        <w:t xml:space="preserve">. </w:t>
      </w:r>
      <w:r w:rsidRPr="00BB4E84">
        <w:t xml:space="preserve">Dane ogólne w ramach struktury dokumentu </w:t>
      </w:r>
      <w:proofErr w:type="spellStart"/>
      <w:r w:rsidRPr="00BB4E84">
        <w:t>PZASResp</w:t>
      </w:r>
      <w:bookmarkEnd w:id="56"/>
      <w:proofErr w:type="spellEnd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9A56B6" w:rsidRPr="00D761DD" w14:paraId="56356980" w14:textId="77777777" w:rsidTr="00E1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456A4867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9686D4A" w14:textId="77777777" w:rsidR="009A56B6" w:rsidRPr="003A2126" w:rsidRDefault="009A56B6" w:rsidP="00896BCE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Dokument </w:t>
            </w:r>
            <w:r w:rsidR="00896BCE" w:rsidRPr="003A2126">
              <w:rPr>
                <w:rFonts w:cs="Arial"/>
                <w:sz w:val="20"/>
                <w:szCs w:val="20"/>
              </w:rPr>
              <w:t>z odpowiedzią</w:t>
            </w:r>
            <w:r w:rsidRPr="003A2126">
              <w:rPr>
                <w:rFonts w:cs="Arial"/>
                <w:sz w:val="20"/>
                <w:szCs w:val="20"/>
              </w:rPr>
              <w:t xml:space="preserve"> </w:t>
            </w:r>
            <w:r w:rsidR="00EE243D" w:rsidRPr="003A2126">
              <w:rPr>
                <w:rFonts w:cs="Arial"/>
                <w:sz w:val="20"/>
                <w:szCs w:val="20"/>
              </w:rPr>
              <w:t>dla potwierdzenia zapłaty akcyzy za samochód</w:t>
            </w:r>
          </w:p>
        </w:tc>
      </w:tr>
      <w:tr w:rsidR="009A56B6" w:rsidRPr="00D761DD" w14:paraId="7E1DBD05" w14:textId="77777777" w:rsidTr="00E1011A">
        <w:tc>
          <w:tcPr>
            <w:tcW w:w="2738" w:type="dxa"/>
          </w:tcPr>
          <w:p w14:paraId="5A1D477D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04C6725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</w:p>
        </w:tc>
      </w:tr>
      <w:tr w:rsidR="009A56B6" w:rsidRPr="00D761DD" w14:paraId="5338E8C4" w14:textId="77777777" w:rsidTr="00E1011A">
        <w:tc>
          <w:tcPr>
            <w:tcW w:w="2738" w:type="dxa"/>
          </w:tcPr>
          <w:p w14:paraId="55E96D10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709EF94" w14:textId="77777777" w:rsidR="009A56B6" w:rsidRPr="003A2126" w:rsidRDefault="00884F9B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3</w:t>
            </w:r>
            <w:r w:rsidR="000A2A39" w:rsidRPr="003A2126">
              <w:rPr>
                <w:rFonts w:cs="Arial"/>
                <w:sz w:val="20"/>
                <w:szCs w:val="20"/>
              </w:rPr>
              <w:t>.</w:t>
            </w:r>
            <w:r w:rsidR="00C63991" w:rsidRPr="003A2126">
              <w:rPr>
                <w:rFonts w:cs="Arial"/>
                <w:sz w:val="20"/>
                <w:szCs w:val="20"/>
              </w:rPr>
              <w:t>0</w:t>
            </w:r>
          </w:p>
        </w:tc>
      </w:tr>
      <w:tr w:rsidR="009A56B6" w:rsidRPr="00D761DD" w14:paraId="422ACEF3" w14:textId="77777777" w:rsidTr="00E1011A">
        <w:tc>
          <w:tcPr>
            <w:tcW w:w="2738" w:type="dxa"/>
          </w:tcPr>
          <w:p w14:paraId="4946858A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17DCCE9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</w:p>
        </w:tc>
      </w:tr>
      <w:tr w:rsidR="009A56B6" w:rsidRPr="00D761DD" w14:paraId="72D72EA6" w14:textId="77777777" w:rsidTr="00E1011A">
        <w:tc>
          <w:tcPr>
            <w:tcW w:w="2738" w:type="dxa"/>
          </w:tcPr>
          <w:p w14:paraId="7F5224FA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0D618FD2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9A56B6" w:rsidRPr="00D761DD" w14:paraId="6B2E2027" w14:textId="77777777" w:rsidTr="00E1011A">
        <w:tc>
          <w:tcPr>
            <w:tcW w:w="2738" w:type="dxa"/>
          </w:tcPr>
          <w:p w14:paraId="44257B75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CFE19BC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</w:p>
        </w:tc>
      </w:tr>
      <w:tr w:rsidR="009A56B6" w:rsidRPr="00D761DD" w14:paraId="2EA8CC86" w14:textId="77777777" w:rsidTr="00E1011A">
        <w:tc>
          <w:tcPr>
            <w:tcW w:w="2738" w:type="dxa"/>
          </w:tcPr>
          <w:p w14:paraId="639476DF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51A128D8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9A56B6" w:rsidRPr="00D761DD" w14:paraId="6F423956" w14:textId="77777777" w:rsidTr="00E1011A">
        <w:tc>
          <w:tcPr>
            <w:tcW w:w="2738" w:type="dxa"/>
          </w:tcPr>
          <w:p w14:paraId="1CBAF34B" w14:textId="77777777" w:rsidR="009A56B6" w:rsidRPr="00E1011A" w:rsidRDefault="009A56B6" w:rsidP="002278F3">
            <w:pPr>
              <w:snapToGrid w:val="0"/>
              <w:rPr>
                <w:rFonts w:cs="Arial"/>
                <w:sz w:val="20"/>
                <w:szCs w:val="20"/>
                <w:lang w:val="en-GB"/>
              </w:rPr>
            </w:pPr>
            <w:r w:rsidRPr="00E1011A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B144A14" w14:textId="3A9A001D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646AC631" w14:textId="3348B7B2" w:rsidR="009A56B6" w:rsidRPr="003A2126" w:rsidRDefault="00CE0325" w:rsidP="00896BCE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http://www.e-clo.pl/ZEFIR2/eZefir2/xsd/v3_0/pzas_resp.xsd</w:t>
            </w:r>
            <w:r w:rsidR="00A40022" w:rsidRPr="003A212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9A56B6" w:rsidRPr="00D761DD" w14:paraId="5A9E4F39" w14:textId="77777777" w:rsidTr="00E1011A">
        <w:tc>
          <w:tcPr>
            <w:tcW w:w="2738" w:type="dxa"/>
          </w:tcPr>
          <w:p w14:paraId="5A9E9BE4" w14:textId="77777777" w:rsidR="009A56B6" w:rsidRPr="003A2126" w:rsidRDefault="009A56B6" w:rsidP="002278F3">
            <w:pPr>
              <w:snapToGrid w:val="0"/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1CF5937" w14:textId="77777777" w:rsidR="009A56B6" w:rsidRPr="003A2126" w:rsidRDefault="00755722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pzas</w:t>
            </w:r>
            <w:r w:rsidR="00896BCE" w:rsidRPr="003A2126">
              <w:rPr>
                <w:rFonts w:cs="Arial"/>
                <w:sz w:val="20"/>
                <w:szCs w:val="20"/>
              </w:rPr>
              <w:t>_resp</w:t>
            </w:r>
            <w:r w:rsidR="009A56B6" w:rsidRPr="003A2126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640C38F1" w14:textId="77777777" w:rsidR="00E1011A" w:rsidRPr="00E1011A" w:rsidRDefault="00E1011A" w:rsidP="002278F3">
      <w:pPr>
        <w:rPr>
          <w:rFonts w:ascii="Consolas" w:eastAsia="Times New Roman" w:hAnsi="Consolas" w:cs="Arial"/>
          <w:b/>
          <w:sz w:val="20"/>
          <w:szCs w:val="20"/>
          <w:lang w:val="en-US"/>
        </w:rPr>
      </w:pPr>
      <w:proofErr w:type="spellStart"/>
      <w:r w:rsidRPr="00E1011A">
        <w:rPr>
          <w:rFonts w:ascii="Consolas" w:eastAsia="Times New Roman" w:hAnsi="Consolas" w:cs="Arial"/>
          <w:b/>
          <w:sz w:val="20"/>
          <w:szCs w:val="20"/>
          <w:lang w:val="en-US"/>
        </w:rPr>
        <w:t>Nazwa</w:t>
      </w:r>
      <w:proofErr w:type="spellEnd"/>
    </w:p>
    <w:p w14:paraId="43F15516" w14:textId="77777777" w:rsidR="00E1011A" w:rsidRPr="00E1011A" w:rsidRDefault="00E1011A" w:rsidP="002278F3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PZASRespType</w:t>
      </w:r>
      <w:proofErr w:type="spellEnd"/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C59F72C" w14:textId="77777777" w:rsidR="00E1011A" w:rsidRPr="00E1011A" w:rsidRDefault="00E1011A" w:rsidP="00DC66E3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carType</w:t>
      </w:r>
      <w:proofErr w:type="spellEnd"/>
      <w:r w:rsidRPr="00E1011A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1A4507F5" w14:textId="4B920515" w:rsidR="003A2126" w:rsidRDefault="003A2126" w:rsidP="003A2126">
      <w:pPr>
        <w:pStyle w:val="Legenda"/>
        <w:keepNext/>
      </w:pPr>
      <w:bookmarkStart w:id="57" w:name="_Toc184297419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>
        <w:rPr>
          <w:noProof/>
        </w:rPr>
        <w:t>12</w:t>
      </w:r>
      <w:r w:rsidR="00FF303C">
        <w:rPr>
          <w:noProof/>
        </w:rPr>
        <w:fldChar w:fldCharType="end"/>
      </w:r>
      <w:r>
        <w:t xml:space="preserve">. </w:t>
      </w:r>
      <w:r w:rsidRPr="00AA5F29">
        <w:t>Struktura elementu (</w:t>
      </w:r>
      <w:proofErr w:type="spellStart"/>
      <w:r w:rsidRPr="00AA5F29">
        <w:t>PZASRespType</w:t>
      </w:r>
      <w:proofErr w:type="spellEnd"/>
      <w:r w:rsidRPr="00AA5F29">
        <w:t>)</w:t>
      </w:r>
      <w:bookmarkEnd w:id="57"/>
    </w:p>
    <w:tbl>
      <w:tblPr>
        <w:tblStyle w:val="Tabela-Siatka"/>
        <w:tblW w:w="0" w:type="auto"/>
        <w:tblLook w:val="01E0" w:firstRow="1" w:lastRow="1" w:firstColumn="1" w:lastColumn="1" w:noHBand="0" w:noVBand="0"/>
        <w:tblDescription w:val="Struktura elementu (PZASRespType)"/>
      </w:tblPr>
      <w:tblGrid>
        <w:gridCol w:w="1878"/>
        <w:gridCol w:w="4177"/>
        <w:gridCol w:w="1803"/>
        <w:gridCol w:w="1196"/>
      </w:tblGrid>
      <w:tr w:rsidR="00ED4069" w:rsidRPr="00D761DD" w14:paraId="2FA57AE9" w14:textId="77777777" w:rsidTr="00E1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78" w:type="dxa"/>
          </w:tcPr>
          <w:p w14:paraId="32FAF710" w14:textId="77777777" w:rsidR="00ED4069" w:rsidRPr="00D761DD" w:rsidRDefault="00ED4069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4177" w:type="dxa"/>
          </w:tcPr>
          <w:p w14:paraId="60E50152" w14:textId="77777777" w:rsidR="00ED4069" w:rsidRPr="00D761DD" w:rsidRDefault="00ED4069" w:rsidP="002278F3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D761DD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803" w:type="dxa"/>
          </w:tcPr>
          <w:p w14:paraId="4C707ED4" w14:textId="77777777" w:rsidR="00ED4069" w:rsidRPr="00D761DD" w:rsidRDefault="00ED4069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96" w:type="dxa"/>
          </w:tcPr>
          <w:p w14:paraId="12BE7544" w14:textId="77777777" w:rsidR="00ED4069" w:rsidRPr="00D761DD" w:rsidRDefault="00ED4069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492A2C" w:rsidRPr="00D761DD" w14:paraId="552A9D59" w14:textId="77777777" w:rsidTr="00E1011A">
        <w:trPr>
          <w:trHeight w:val="120"/>
        </w:trPr>
        <w:tc>
          <w:tcPr>
            <w:tcW w:w="1878" w:type="dxa"/>
          </w:tcPr>
          <w:p w14:paraId="7A6901E0" w14:textId="77777777" w:rsidR="00492A2C" w:rsidRPr="003A2126" w:rsidRDefault="00492A2C" w:rsidP="002278F3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docNo</w:t>
            </w:r>
            <w:proofErr w:type="spellEnd"/>
          </w:p>
        </w:tc>
        <w:tc>
          <w:tcPr>
            <w:tcW w:w="4177" w:type="dxa"/>
          </w:tcPr>
          <w:p w14:paraId="2979E849" w14:textId="77777777" w:rsidR="00492A2C" w:rsidRPr="003A2126" w:rsidRDefault="00094A11" w:rsidP="005F7D5D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Numer systemowy dokumentu potwierdzenia zapłaty.</w:t>
            </w:r>
          </w:p>
        </w:tc>
        <w:tc>
          <w:tcPr>
            <w:tcW w:w="1803" w:type="dxa"/>
          </w:tcPr>
          <w:p w14:paraId="44D10060" w14:textId="77777777" w:rsidR="00492A2C" w:rsidRPr="003A2126" w:rsidRDefault="00094A11" w:rsidP="0057582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 string</w:t>
            </w:r>
          </w:p>
        </w:tc>
        <w:tc>
          <w:tcPr>
            <w:tcW w:w="1196" w:type="dxa"/>
          </w:tcPr>
          <w:p w14:paraId="21084422" w14:textId="77777777" w:rsidR="00492A2C" w:rsidRPr="003A2126" w:rsidRDefault="00DA0FF0" w:rsidP="00F67F8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</w:t>
            </w:r>
            <w:r w:rsidR="00094A11" w:rsidRPr="003A212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492A2C" w:rsidRPr="00D761DD" w14:paraId="0F0EF569" w14:textId="77777777" w:rsidTr="00E1011A">
        <w:trPr>
          <w:trHeight w:val="120"/>
        </w:trPr>
        <w:tc>
          <w:tcPr>
            <w:tcW w:w="1878" w:type="dxa"/>
          </w:tcPr>
          <w:p w14:paraId="5EE346BB" w14:textId="77777777" w:rsidR="00492A2C" w:rsidRPr="003A2126" w:rsidRDefault="00492A2C" w:rsidP="002278F3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dateOfIssue</w:t>
            </w:r>
            <w:proofErr w:type="spellEnd"/>
          </w:p>
        </w:tc>
        <w:tc>
          <w:tcPr>
            <w:tcW w:w="4177" w:type="dxa"/>
          </w:tcPr>
          <w:p w14:paraId="501D673F" w14:textId="77777777" w:rsidR="00492A2C" w:rsidRPr="003A2126" w:rsidRDefault="00094A11" w:rsidP="005F7D5D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Data i czas wystawienia dokumentu potwierdzenia.</w:t>
            </w:r>
          </w:p>
        </w:tc>
        <w:tc>
          <w:tcPr>
            <w:tcW w:w="1803" w:type="dxa"/>
          </w:tcPr>
          <w:p w14:paraId="130ECAA2" w14:textId="77777777" w:rsidR="00492A2C" w:rsidRPr="003A2126" w:rsidRDefault="00094A11" w:rsidP="0057582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3A2126">
              <w:rPr>
                <w:rFonts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196" w:type="dxa"/>
          </w:tcPr>
          <w:p w14:paraId="39806E29" w14:textId="77777777" w:rsidR="00492A2C" w:rsidRPr="003A2126" w:rsidRDefault="00094A11" w:rsidP="00F67F8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D4069" w:rsidRPr="00D761DD" w14:paraId="694EF135" w14:textId="77777777" w:rsidTr="00E1011A">
        <w:trPr>
          <w:trHeight w:val="120"/>
        </w:trPr>
        <w:tc>
          <w:tcPr>
            <w:tcW w:w="1878" w:type="dxa"/>
          </w:tcPr>
          <w:p w14:paraId="4BE980CE" w14:textId="77777777" w:rsidR="00830B09" w:rsidRPr="003A2126" w:rsidRDefault="00094A11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lastRenderedPageBreak/>
              <w:t>car</w:t>
            </w:r>
          </w:p>
        </w:tc>
        <w:tc>
          <w:tcPr>
            <w:tcW w:w="4177" w:type="dxa"/>
          </w:tcPr>
          <w:p w14:paraId="57FF397F" w14:textId="77777777" w:rsidR="00ED4069" w:rsidRPr="003A2126" w:rsidRDefault="00F67F8F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Lista </w:t>
            </w:r>
            <w:r w:rsidR="00733ABC" w:rsidRPr="003A2126">
              <w:rPr>
                <w:rFonts w:cs="Arial"/>
                <w:sz w:val="20"/>
                <w:szCs w:val="20"/>
              </w:rPr>
              <w:t>samochodów</w:t>
            </w:r>
            <w:r w:rsidRPr="003A212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803" w:type="dxa"/>
          </w:tcPr>
          <w:p w14:paraId="754DB518" w14:textId="77777777" w:rsidR="00ED4069" w:rsidRPr="003A2126" w:rsidRDefault="00ED4069" w:rsidP="0057582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r w:rsidR="008B2FB3" w:rsidRPr="003A2126">
              <w:rPr>
                <w:rFonts w:cs="Arial"/>
                <w:sz w:val="20"/>
                <w:szCs w:val="20"/>
              </w:rPr>
              <w:t>(</w:t>
            </w:r>
            <w:proofErr w:type="spellStart"/>
            <w:r w:rsidR="003C35F0" w:rsidRPr="003A2126">
              <w:rPr>
                <w:rFonts w:cs="Arial"/>
                <w:sz w:val="20"/>
                <w:szCs w:val="20"/>
              </w:rPr>
              <w:t>car</w:t>
            </w:r>
            <w:r w:rsidR="008B2FB3" w:rsidRPr="003A2126">
              <w:rPr>
                <w:rFonts w:cs="Arial"/>
                <w:sz w:val="20"/>
                <w:szCs w:val="20"/>
              </w:rPr>
              <w:t>Type</w:t>
            </w:r>
            <w:proofErr w:type="spellEnd"/>
            <w:r w:rsidR="008B2FB3" w:rsidRPr="003A212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196" w:type="dxa"/>
          </w:tcPr>
          <w:p w14:paraId="41295281" w14:textId="77777777" w:rsidR="00ED4069" w:rsidRPr="003A2126" w:rsidRDefault="00ED4069" w:rsidP="00F67F8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</w:t>
            </w:r>
            <w:r w:rsidR="00AB06FE" w:rsidRPr="003A2126">
              <w:rPr>
                <w:rFonts w:cs="Arial"/>
                <w:sz w:val="20"/>
                <w:szCs w:val="20"/>
              </w:rPr>
              <w:t>999</w:t>
            </w:r>
          </w:p>
        </w:tc>
      </w:tr>
      <w:tr w:rsidR="00733ABC" w:rsidRPr="00D761DD" w14:paraId="50824100" w14:textId="77777777" w:rsidTr="00E1011A">
        <w:trPr>
          <w:trHeight w:val="120"/>
        </w:trPr>
        <w:tc>
          <w:tcPr>
            <w:tcW w:w="1878" w:type="dxa"/>
          </w:tcPr>
          <w:p w14:paraId="14886FFF" w14:textId="77777777" w:rsidR="00733ABC" w:rsidRPr="003A2126" w:rsidRDefault="00733ABC" w:rsidP="00733ABC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4177" w:type="dxa"/>
          </w:tcPr>
          <w:p w14:paraId="513D5923" w14:textId="77777777" w:rsidR="00733ABC" w:rsidRPr="003A2126" w:rsidRDefault="00733ABC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Komunikaty błędu lub informacje dla podatnika.</w:t>
            </w:r>
          </w:p>
        </w:tc>
        <w:tc>
          <w:tcPr>
            <w:tcW w:w="1803" w:type="dxa"/>
          </w:tcPr>
          <w:p w14:paraId="399162D7" w14:textId="77777777" w:rsidR="00733ABC" w:rsidRPr="003A2126" w:rsidRDefault="00733ABC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 string</w:t>
            </w:r>
          </w:p>
        </w:tc>
        <w:tc>
          <w:tcPr>
            <w:tcW w:w="1196" w:type="dxa"/>
          </w:tcPr>
          <w:p w14:paraId="1989A4C1" w14:textId="77777777" w:rsidR="00733ABC" w:rsidRPr="003A2126" w:rsidRDefault="005D10F1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0..999</w:t>
            </w:r>
          </w:p>
        </w:tc>
      </w:tr>
      <w:tr w:rsidR="00733ABC" w:rsidRPr="00D761DD" w14:paraId="0AEB640E" w14:textId="77777777" w:rsidTr="00E1011A">
        <w:trPr>
          <w:trHeight w:val="120"/>
        </w:trPr>
        <w:tc>
          <w:tcPr>
            <w:tcW w:w="1878" w:type="dxa"/>
          </w:tcPr>
          <w:p w14:paraId="30048261" w14:textId="77777777" w:rsidR="00733ABC" w:rsidRPr="003A2126" w:rsidRDefault="00E44AC5" w:rsidP="00733ABC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doc</w:t>
            </w:r>
            <w:proofErr w:type="spellEnd"/>
          </w:p>
        </w:tc>
        <w:tc>
          <w:tcPr>
            <w:tcW w:w="4177" w:type="dxa"/>
          </w:tcPr>
          <w:p w14:paraId="380A93DD" w14:textId="77777777" w:rsidR="00733ABC" w:rsidRPr="003A2126" w:rsidRDefault="00E44AC5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Metadane dokumentu PDF potwierdzenia zapłaty akcyzy.</w:t>
            </w:r>
          </w:p>
        </w:tc>
        <w:tc>
          <w:tcPr>
            <w:tcW w:w="1803" w:type="dxa"/>
          </w:tcPr>
          <w:p w14:paraId="08D749D9" w14:textId="77777777" w:rsidR="00733ABC" w:rsidRPr="003A2126" w:rsidRDefault="00E44AC5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 base64Binary</w:t>
            </w:r>
          </w:p>
        </w:tc>
        <w:tc>
          <w:tcPr>
            <w:tcW w:w="1196" w:type="dxa"/>
          </w:tcPr>
          <w:p w14:paraId="4638C506" w14:textId="77777777" w:rsidR="00733ABC" w:rsidRPr="003A2126" w:rsidRDefault="0057756D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A2A39" w:rsidRPr="00D761DD" w14:paraId="749204DE" w14:textId="77777777" w:rsidTr="00E1011A">
        <w:trPr>
          <w:trHeight w:val="120"/>
        </w:trPr>
        <w:tc>
          <w:tcPr>
            <w:tcW w:w="1878" w:type="dxa"/>
          </w:tcPr>
          <w:p w14:paraId="036A1DA5" w14:textId="77777777" w:rsidR="000A2A39" w:rsidRPr="003A2126" w:rsidRDefault="000A2A39" w:rsidP="00733ABC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signature</w:t>
            </w:r>
            <w:proofErr w:type="spellEnd"/>
          </w:p>
        </w:tc>
        <w:tc>
          <w:tcPr>
            <w:tcW w:w="4177" w:type="dxa"/>
          </w:tcPr>
          <w:p w14:paraId="18FFEB08" w14:textId="77777777" w:rsidR="000A2A39" w:rsidRPr="003A2126" w:rsidRDefault="000A2A39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Sygnatura dla dokumentu.</w:t>
            </w:r>
          </w:p>
        </w:tc>
        <w:tc>
          <w:tcPr>
            <w:tcW w:w="1803" w:type="dxa"/>
          </w:tcPr>
          <w:p w14:paraId="2CE84C34" w14:textId="77777777" w:rsidR="000A2A39" w:rsidRPr="003A2126" w:rsidRDefault="000A2A39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 string</w:t>
            </w:r>
          </w:p>
        </w:tc>
        <w:tc>
          <w:tcPr>
            <w:tcW w:w="1196" w:type="dxa"/>
          </w:tcPr>
          <w:p w14:paraId="66C02681" w14:textId="77777777" w:rsidR="000A2A39" w:rsidRPr="003A2126" w:rsidRDefault="000A2A39" w:rsidP="00733ABC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493FAD10" w14:textId="19B0A4B2" w:rsidR="003A2126" w:rsidRDefault="003A2126" w:rsidP="003A2126">
      <w:pPr>
        <w:pStyle w:val="Legenda"/>
        <w:keepNext/>
      </w:pPr>
      <w:bookmarkStart w:id="58" w:name="_Toc184297420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>
        <w:rPr>
          <w:noProof/>
        </w:rPr>
        <w:t>13</w:t>
      </w:r>
      <w:r w:rsidR="00FF303C">
        <w:rPr>
          <w:noProof/>
        </w:rPr>
        <w:fldChar w:fldCharType="end"/>
      </w:r>
      <w:r>
        <w:t xml:space="preserve">. </w:t>
      </w:r>
      <w:r w:rsidRPr="00190B43">
        <w:t>Struktura elementu (</w:t>
      </w:r>
      <w:proofErr w:type="spellStart"/>
      <w:r w:rsidRPr="00190B43">
        <w:t>carType</w:t>
      </w:r>
      <w:proofErr w:type="spellEnd"/>
      <w:r w:rsidRPr="00190B43">
        <w:t>)</w:t>
      </w:r>
      <w:bookmarkEnd w:id="5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34"/>
        <w:gridCol w:w="3268"/>
        <w:gridCol w:w="2789"/>
        <w:gridCol w:w="1163"/>
      </w:tblGrid>
      <w:tr w:rsidR="009A56B6" w:rsidRPr="00D761DD" w14:paraId="6C4929BE" w14:textId="77777777" w:rsidTr="00E1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34" w:type="dxa"/>
          </w:tcPr>
          <w:p w14:paraId="197226C4" w14:textId="77777777" w:rsidR="009A56B6" w:rsidRPr="00D761DD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3268" w:type="dxa"/>
          </w:tcPr>
          <w:p w14:paraId="4B45E4A6" w14:textId="77777777" w:rsidR="009A56B6" w:rsidRPr="00D761DD" w:rsidRDefault="009A56B6" w:rsidP="002278F3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D761DD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789" w:type="dxa"/>
          </w:tcPr>
          <w:p w14:paraId="53619E07" w14:textId="77777777" w:rsidR="009A56B6" w:rsidRPr="00D761DD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>Typ</w:t>
            </w:r>
          </w:p>
        </w:tc>
        <w:tc>
          <w:tcPr>
            <w:tcW w:w="1163" w:type="dxa"/>
          </w:tcPr>
          <w:p w14:paraId="62F857B2" w14:textId="77777777" w:rsidR="009A56B6" w:rsidRPr="00D761DD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>Liczebność</w:t>
            </w:r>
          </w:p>
        </w:tc>
      </w:tr>
      <w:tr w:rsidR="009A56B6" w:rsidRPr="00D761DD" w14:paraId="74497523" w14:textId="77777777" w:rsidTr="00E1011A">
        <w:trPr>
          <w:trHeight w:val="227"/>
        </w:trPr>
        <w:tc>
          <w:tcPr>
            <w:tcW w:w="1834" w:type="dxa"/>
          </w:tcPr>
          <w:p w14:paraId="4DD3554F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3268" w:type="dxa"/>
          </w:tcPr>
          <w:p w14:paraId="3F7C9822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Liczba porządkowa zwracanej pozycji.</w:t>
            </w:r>
          </w:p>
        </w:tc>
        <w:tc>
          <w:tcPr>
            <w:tcW w:w="2789" w:type="dxa"/>
          </w:tcPr>
          <w:p w14:paraId="29E5216D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="0046093A" w:rsidRPr="003A2126">
              <w:rPr>
                <w:rFonts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163" w:type="dxa"/>
          </w:tcPr>
          <w:p w14:paraId="56401A9A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1</w:t>
            </w:r>
            <w:r w:rsidR="009A56B6" w:rsidRPr="003A212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A56B6" w:rsidRPr="00D761DD" w14:paraId="2869CA71" w14:textId="77777777" w:rsidTr="00E1011A">
        <w:trPr>
          <w:trHeight w:val="213"/>
        </w:trPr>
        <w:tc>
          <w:tcPr>
            <w:tcW w:w="1834" w:type="dxa"/>
          </w:tcPr>
          <w:p w14:paraId="411FAED5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dateOfPayment</w:t>
            </w:r>
            <w:proofErr w:type="spellEnd"/>
          </w:p>
        </w:tc>
        <w:tc>
          <w:tcPr>
            <w:tcW w:w="3268" w:type="dxa"/>
          </w:tcPr>
          <w:p w14:paraId="7783099A" w14:textId="77777777" w:rsidR="009A56B6" w:rsidRPr="003A2126" w:rsidRDefault="003F1E1A" w:rsidP="003C535D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Data zapłaty akcyzy.</w:t>
            </w:r>
          </w:p>
        </w:tc>
        <w:tc>
          <w:tcPr>
            <w:tcW w:w="2789" w:type="dxa"/>
          </w:tcPr>
          <w:p w14:paraId="79144C2F" w14:textId="77777777" w:rsidR="009A56B6" w:rsidRPr="003A2126" w:rsidRDefault="003F56F1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3A2126">
              <w:rPr>
                <w:rFonts w:cs="Arial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1163" w:type="dxa"/>
          </w:tcPr>
          <w:p w14:paraId="1ABB8F01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1</w:t>
            </w:r>
            <w:r w:rsidR="009A56B6" w:rsidRPr="003A212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A56B6" w:rsidRPr="00D761DD" w14:paraId="63446E64" w14:textId="77777777" w:rsidTr="00E1011A">
        <w:trPr>
          <w:trHeight w:val="213"/>
        </w:trPr>
        <w:tc>
          <w:tcPr>
            <w:tcW w:w="1834" w:type="dxa"/>
          </w:tcPr>
          <w:p w14:paraId="7D8829EA" w14:textId="77777777" w:rsidR="009A56B6" w:rsidRPr="003A2126" w:rsidRDefault="003F1E1A" w:rsidP="001A782F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VIN</w:t>
            </w:r>
          </w:p>
        </w:tc>
        <w:tc>
          <w:tcPr>
            <w:tcW w:w="3268" w:type="dxa"/>
          </w:tcPr>
          <w:p w14:paraId="6BBCE02E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Numer identyfikacyjny pojazdu VIN albo numer nadwozia, podwozia lub ramy.</w:t>
            </w:r>
          </w:p>
        </w:tc>
        <w:tc>
          <w:tcPr>
            <w:tcW w:w="2789" w:type="dxa"/>
          </w:tcPr>
          <w:p w14:paraId="47F12D63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 string</w:t>
            </w:r>
          </w:p>
          <w:p w14:paraId="0A66FF5E" w14:textId="77777777" w:rsidR="0025643C" w:rsidRPr="003A2126" w:rsidRDefault="0025643C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1163" w:type="dxa"/>
          </w:tcPr>
          <w:p w14:paraId="2C5F68CE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1</w:t>
            </w:r>
            <w:r w:rsidR="009A56B6" w:rsidRPr="003A212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9A56B6" w:rsidRPr="00D761DD" w14:paraId="73645BFE" w14:textId="77777777" w:rsidTr="00E1011A">
        <w:trPr>
          <w:trHeight w:val="213"/>
        </w:trPr>
        <w:tc>
          <w:tcPr>
            <w:tcW w:w="1834" w:type="dxa"/>
          </w:tcPr>
          <w:p w14:paraId="534BDE13" w14:textId="77777777" w:rsidR="009A56B6" w:rsidRPr="003A2126" w:rsidRDefault="003F1E1A" w:rsidP="0062657F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makeModel</w:t>
            </w:r>
            <w:proofErr w:type="spellEnd"/>
          </w:p>
        </w:tc>
        <w:tc>
          <w:tcPr>
            <w:tcW w:w="3268" w:type="dxa"/>
          </w:tcPr>
          <w:p w14:paraId="20936063" w14:textId="77777777" w:rsidR="009A56B6" w:rsidRPr="003A2126" w:rsidRDefault="003F1E1A" w:rsidP="00C45715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Marka i model samochodu.</w:t>
            </w:r>
          </w:p>
        </w:tc>
        <w:tc>
          <w:tcPr>
            <w:tcW w:w="2789" w:type="dxa"/>
          </w:tcPr>
          <w:p w14:paraId="50E57581" w14:textId="77777777" w:rsidR="009A56B6" w:rsidRPr="003A2126" w:rsidRDefault="009A56B6" w:rsidP="0046093A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r w:rsidR="0046093A" w:rsidRPr="003A2126">
              <w:rPr>
                <w:rFonts w:cs="Arial"/>
                <w:sz w:val="20"/>
                <w:szCs w:val="20"/>
              </w:rPr>
              <w:t>string</w:t>
            </w:r>
          </w:p>
        </w:tc>
        <w:tc>
          <w:tcPr>
            <w:tcW w:w="1163" w:type="dxa"/>
          </w:tcPr>
          <w:p w14:paraId="0DD9B0E8" w14:textId="77777777" w:rsidR="009A56B6" w:rsidRPr="003A2126" w:rsidRDefault="003F1E1A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1</w:t>
            </w:r>
            <w:r w:rsidR="009A56B6" w:rsidRPr="003A212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CE0325" w:rsidRPr="00D761DD" w14:paraId="403A2D64" w14:textId="77777777" w:rsidTr="00E1011A">
        <w:trPr>
          <w:trHeight w:val="213"/>
        </w:trPr>
        <w:tc>
          <w:tcPr>
            <w:tcW w:w="1834" w:type="dxa"/>
          </w:tcPr>
          <w:p w14:paraId="6C2A0373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capacity</w:t>
            </w:r>
            <w:proofErr w:type="spellEnd"/>
          </w:p>
        </w:tc>
        <w:tc>
          <w:tcPr>
            <w:tcW w:w="3268" w:type="dxa"/>
          </w:tcPr>
          <w:p w14:paraId="22D34D70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Pojemność silnika.</w:t>
            </w:r>
          </w:p>
        </w:tc>
        <w:tc>
          <w:tcPr>
            <w:tcW w:w="2789" w:type="dxa"/>
          </w:tcPr>
          <w:p w14:paraId="1F4E8281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Typ: string</w:t>
            </w:r>
          </w:p>
        </w:tc>
        <w:tc>
          <w:tcPr>
            <w:tcW w:w="1163" w:type="dxa"/>
          </w:tcPr>
          <w:p w14:paraId="21F146E9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E0325" w:rsidRPr="00D761DD" w14:paraId="216DFC2A" w14:textId="77777777" w:rsidTr="00E1011A">
        <w:trPr>
          <w:trHeight w:val="213"/>
        </w:trPr>
        <w:tc>
          <w:tcPr>
            <w:tcW w:w="1834" w:type="dxa"/>
          </w:tcPr>
          <w:p w14:paraId="12EC1984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exciseAmount</w:t>
            </w:r>
            <w:proofErr w:type="spellEnd"/>
          </w:p>
        </w:tc>
        <w:tc>
          <w:tcPr>
            <w:tcW w:w="3268" w:type="dxa"/>
          </w:tcPr>
          <w:p w14:paraId="069B9BAC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Wysokość zapłaconej akcyzy.</w:t>
            </w:r>
          </w:p>
        </w:tc>
        <w:tc>
          <w:tcPr>
            <w:tcW w:w="2789" w:type="dxa"/>
          </w:tcPr>
          <w:p w14:paraId="1AAFCA3D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3A2126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63" w:type="dxa"/>
          </w:tcPr>
          <w:p w14:paraId="64EE34D7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CE0325" w:rsidRPr="00D761DD" w14:paraId="266A0F48" w14:textId="77777777" w:rsidTr="00E1011A">
        <w:trPr>
          <w:trHeight w:val="213"/>
        </w:trPr>
        <w:tc>
          <w:tcPr>
            <w:tcW w:w="1834" w:type="dxa"/>
          </w:tcPr>
          <w:p w14:paraId="136FABDB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yearOfProduction</w:t>
            </w:r>
            <w:proofErr w:type="spellEnd"/>
          </w:p>
        </w:tc>
        <w:tc>
          <w:tcPr>
            <w:tcW w:w="3268" w:type="dxa"/>
          </w:tcPr>
          <w:p w14:paraId="3E20A6CF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Rok produkcji.</w:t>
            </w:r>
          </w:p>
        </w:tc>
        <w:tc>
          <w:tcPr>
            <w:tcW w:w="2789" w:type="dxa"/>
          </w:tcPr>
          <w:p w14:paraId="05AC1A29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proofErr w:type="spellStart"/>
            <w:r w:rsidRPr="003A2126">
              <w:rPr>
                <w:rFonts w:cs="Arial"/>
                <w:sz w:val="20"/>
                <w:szCs w:val="20"/>
              </w:rPr>
              <w:t>gYear</w:t>
            </w:r>
            <w:proofErr w:type="spellEnd"/>
          </w:p>
        </w:tc>
        <w:tc>
          <w:tcPr>
            <w:tcW w:w="1163" w:type="dxa"/>
          </w:tcPr>
          <w:p w14:paraId="36744AE5" w14:textId="77777777" w:rsidR="00CE0325" w:rsidRPr="003A2126" w:rsidRDefault="00CE0325" w:rsidP="00B83476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A56B6" w:rsidRPr="00D761DD" w14:paraId="285E3288" w14:textId="77777777" w:rsidTr="00E1011A">
        <w:trPr>
          <w:trHeight w:val="213"/>
        </w:trPr>
        <w:tc>
          <w:tcPr>
            <w:tcW w:w="1834" w:type="dxa"/>
          </w:tcPr>
          <w:p w14:paraId="4DD8F9B3" w14:textId="77777777" w:rsidR="009A56B6" w:rsidRPr="003A2126" w:rsidRDefault="00CE0325" w:rsidP="002278F3">
            <w:pPr>
              <w:rPr>
                <w:rFonts w:cs="Arial"/>
                <w:sz w:val="20"/>
                <w:szCs w:val="20"/>
              </w:rPr>
            </w:pPr>
            <w:proofErr w:type="spellStart"/>
            <w:r w:rsidRPr="003A2126">
              <w:rPr>
                <w:rFonts w:cs="Arial"/>
                <w:sz w:val="20"/>
                <w:szCs w:val="20"/>
              </w:rPr>
              <w:t>condition</w:t>
            </w:r>
            <w:proofErr w:type="spellEnd"/>
          </w:p>
        </w:tc>
        <w:tc>
          <w:tcPr>
            <w:tcW w:w="3268" w:type="dxa"/>
          </w:tcPr>
          <w:p w14:paraId="17F018E1" w14:textId="77777777" w:rsidR="009A56B6" w:rsidRPr="003A2126" w:rsidRDefault="00CE0325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Stan pojazdu</w:t>
            </w:r>
            <w:r w:rsidR="003F1E1A" w:rsidRPr="003A212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789" w:type="dxa"/>
          </w:tcPr>
          <w:p w14:paraId="70F722D6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Typ: </w:t>
            </w:r>
            <w:r w:rsidR="0046093A" w:rsidRPr="003A2126">
              <w:rPr>
                <w:rFonts w:cs="Arial"/>
                <w:sz w:val="20"/>
                <w:szCs w:val="20"/>
              </w:rPr>
              <w:t>string</w:t>
            </w:r>
          </w:p>
          <w:p w14:paraId="5400674C" w14:textId="77777777" w:rsidR="0033549B" w:rsidRPr="003A2126" w:rsidRDefault="0033549B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(Nieuszkodzony/uszkodzony)</w:t>
            </w:r>
          </w:p>
        </w:tc>
        <w:tc>
          <w:tcPr>
            <w:tcW w:w="1163" w:type="dxa"/>
          </w:tcPr>
          <w:p w14:paraId="2E87BCAE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40C564A5" w14:textId="77777777" w:rsidR="009A56B6" w:rsidRPr="00A40D33" w:rsidRDefault="009A56B6" w:rsidP="00A40D33">
      <w:pPr>
        <w:pStyle w:val="Nagwek2"/>
      </w:pPr>
      <w:bookmarkStart w:id="59" w:name="_Toc184297436"/>
      <w:r w:rsidRPr="00A40D33">
        <w:lastRenderedPageBreak/>
        <w:t>Reguły</w:t>
      </w:r>
      <w:bookmarkEnd w:id="59"/>
    </w:p>
    <w:p w14:paraId="141EC230" w14:textId="18ABB07D" w:rsidR="003A2126" w:rsidRDefault="003A2126" w:rsidP="003A2126">
      <w:pPr>
        <w:pStyle w:val="Legenda"/>
        <w:keepNext/>
      </w:pPr>
      <w:bookmarkStart w:id="60" w:name="_Toc184297421"/>
      <w:r>
        <w:t xml:space="preserve">Tabela </w:t>
      </w:r>
      <w:r w:rsidR="00FF303C">
        <w:fldChar w:fldCharType="begin"/>
      </w:r>
      <w:r w:rsidR="00FF303C">
        <w:instrText xml:space="preserve"> SEQ Tabela \* ARABIC </w:instrText>
      </w:r>
      <w:r w:rsidR="00FF303C">
        <w:fldChar w:fldCharType="separate"/>
      </w:r>
      <w:r>
        <w:rPr>
          <w:noProof/>
        </w:rPr>
        <w:t>14</w:t>
      </w:r>
      <w:r w:rsidR="00FF303C">
        <w:rPr>
          <w:noProof/>
        </w:rPr>
        <w:fldChar w:fldCharType="end"/>
      </w:r>
      <w:r>
        <w:t xml:space="preserve">. </w:t>
      </w:r>
      <w:r w:rsidRPr="00161B0F">
        <w:t xml:space="preserve">Reguły dotyczące dokumentu </w:t>
      </w:r>
      <w:proofErr w:type="spellStart"/>
      <w:r w:rsidRPr="00161B0F">
        <w:t>PZASResp</w:t>
      </w:r>
      <w:bookmarkEnd w:id="6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9A56B6" w:rsidRPr="00D761DD" w14:paraId="1DABEC49" w14:textId="77777777" w:rsidTr="00E1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6FB2F497" w14:textId="77777777" w:rsidR="009A56B6" w:rsidRPr="00D761DD" w:rsidRDefault="009A56B6" w:rsidP="002278F3">
            <w:pPr>
              <w:rPr>
                <w:rFonts w:cs="Arial"/>
                <w:b w:val="0"/>
                <w:sz w:val="18"/>
                <w:szCs w:val="18"/>
              </w:rPr>
            </w:pPr>
            <w:r w:rsidRPr="00D761DD">
              <w:rPr>
                <w:rFonts w:cs="Arial"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3F5E3F37" w14:textId="77777777" w:rsidR="009A56B6" w:rsidRPr="00D761DD" w:rsidRDefault="009A56B6" w:rsidP="002278F3">
            <w:pPr>
              <w:rPr>
                <w:rFonts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D761DD">
              <w:rPr>
                <w:rFonts w:cs="Arial"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9A56B6" w:rsidRPr="00D761DD" w14:paraId="2EC988CA" w14:textId="77777777" w:rsidTr="00E1011A">
        <w:trPr>
          <w:trHeight w:val="213"/>
        </w:trPr>
        <w:tc>
          <w:tcPr>
            <w:tcW w:w="944" w:type="dxa"/>
          </w:tcPr>
          <w:p w14:paraId="6794750C" w14:textId="77777777" w:rsidR="009A56B6" w:rsidRPr="003A2126" w:rsidRDefault="009A56B6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455B46F8" w14:textId="77777777" w:rsidR="009A56B6" w:rsidRPr="003A2126" w:rsidRDefault="00D74180" w:rsidP="002278F3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>Możliwe wartości:</w:t>
            </w:r>
          </w:p>
          <w:p w14:paraId="59BE6A5D" w14:textId="77777777" w:rsidR="00D74180" w:rsidRPr="003A2126" w:rsidRDefault="00D74180" w:rsidP="00D74180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- </w:t>
            </w:r>
            <w:r w:rsidR="00673B6C" w:rsidRPr="003A2126">
              <w:rPr>
                <w:rFonts w:cs="Arial"/>
                <w:sz w:val="20"/>
                <w:szCs w:val="20"/>
              </w:rPr>
              <w:t xml:space="preserve">CZ – </w:t>
            </w:r>
            <w:r w:rsidRPr="003A2126">
              <w:rPr>
                <w:rFonts w:cs="Arial"/>
                <w:sz w:val="20"/>
                <w:szCs w:val="20"/>
              </w:rPr>
              <w:t>opłacony częściowo,</w:t>
            </w:r>
          </w:p>
          <w:p w14:paraId="79035C8E" w14:textId="77777777" w:rsidR="00D74180" w:rsidRPr="003A2126" w:rsidRDefault="00D74180" w:rsidP="00D74180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- </w:t>
            </w:r>
            <w:r w:rsidR="00673B6C" w:rsidRPr="003A2126">
              <w:rPr>
                <w:rFonts w:cs="Arial"/>
                <w:sz w:val="20"/>
                <w:szCs w:val="20"/>
              </w:rPr>
              <w:t xml:space="preserve">CAL – </w:t>
            </w:r>
            <w:r w:rsidRPr="003A2126">
              <w:rPr>
                <w:rFonts w:cs="Arial"/>
                <w:sz w:val="20"/>
                <w:szCs w:val="20"/>
              </w:rPr>
              <w:t>opłacony w całości,</w:t>
            </w:r>
          </w:p>
          <w:p w14:paraId="1102AD93" w14:textId="77777777" w:rsidR="00D74180" w:rsidRPr="003A2126" w:rsidRDefault="00D74180" w:rsidP="00D74180">
            <w:pPr>
              <w:rPr>
                <w:rFonts w:cs="Arial"/>
                <w:sz w:val="20"/>
                <w:szCs w:val="20"/>
              </w:rPr>
            </w:pPr>
            <w:r w:rsidRPr="003A2126">
              <w:rPr>
                <w:rFonts w:cs="Arial"/>
                <w:sz w:val="20"/>
                <w:szCs w:val="20"/>
              </w:rPr>
              <w:t xml:space="preserve">- </w:t>
            </w:r>
            <w:r w:rsidR="00673B6C" w:rsidRPr="003A2126">
              <w:rPr>
                <w:rFonts w:cs="Arial"/>
                <w:sz w:val="20"/>
                <w:szCs w:val="20"/>
              </w:rPr>
              <w:t xml:space="preserve">NIE – </w:t>
            </w:r>
            <w:r w:rsidRPr="003A2126">
              <w:rPr>
                <w:rFonts w:cs="Arial"/>
                <w:sz w:val="20"/>
                <w:szCs w:val="20"/>
              </w:rPr>
              <w:t>nieopłacony.</w:t>
            </w:r>
          </w:p>
        </w:tc>
      </w:tr>
    </w:tbl>
    <w:p w14:paraId="41F988FC" w14:textId="77777777" w:rsidR="00EF2230" w:rsidRPr="00A40D33" w:rsidRDefault="00EF2230" w:rsidP="00A40D33">
      <w:pPr>
        <w:pStyle w:val="Nagwek1"/>
      </w:pPr>
      <w:bookmarkStart w:id="61" w:name="_Toc361145818"/>
      <w:bookmarkStart w:id="62" w:name="_Toc349568563"/>
      <w:bookmarkStart w:id="63" w:name="_Toc341696655"/>
      <w:bookmarkStart w:id="64" w:name="_Toc341696656"/>
      <w:bookmarkStart w:id="65" w:name="_Toc349568564"/>
      <w:bookmarkStart w:id="66" w:name="_Toc348954635"/>
      <w:bookmarkStart w:id="67" w:name="_Toc184297437"/>
      <w:r w:rsidRPr="00A40D33">
        <w:lastRenderedPageBreak/>
        <w:t>Załączniki</w:t>
      </w:r>
      <w:bookmarkEnd w:id="61"/>
      <w:bookmarkEnd w:id="62"/>
      <w:bookmarkEnd w:id="63"/>
      <w:bookmarkEnd w:id="67"/>
    </w:p>
    <w:p w14:paraId="7F626A26" w14:textId="237C4DDA" w:rsidR="005C3EE5" w:rsidRPr="00A40D33" w:rsidRDefault="00F07436" w:rsidP="00E1011A">
      <w:pPr>
        <w:pStyle w:val="Akapitzlist"/>
        <w:numPr>
          <w:ilvl w:val="0"/>
          <w:numId w:val="30"/>
        </w:numPr>
      </w:pPr>
      <w:r w:rsidRPr="00A40D33">
        <w:t xml:space="preserve">Plik </w:t>
      </w:r>
      <w:r w:rsidR="00A05537" w:rsidRPr="00A40D33">
        <w:t>pzas_req</w:t>
      </w:r>
      <w:r w:rsidR="005C3EE5" w:rsidRPr="00A40D33">
        <w:t>.xsd</w:t>
      </w:r>
      <w:bookmarkEnd w:id="64"/>
      <w:bookmarkEnd w:id="65"/>
      <w:bookmarkEnd w:id="66"/>
    </w:p>
    <w:p w14:paraId="7D8F325B" w14:textId="77777777" w:rsidR="00F07436" w:rsidRPr="00D761DD" w:rsidRDefault="00F07436" w:rsidP="00E1011A">
      <w:pPr>
        <w:ind w:left="720"/>
      </w:pPr>
      <w:r w:rsidRPr="00E1011A">
        <w:rPr>
          <w:lang w:val="x-none"/>
        </w:rPr>
        <w:t>Plik zawieraj</w:t>
      </w:r>
      <w:r w:rsidRPr="00D761DD">
        <w:t xml:space="preserve">ący struktury danych </w:t>
      </w:r>
      <w:r w:rsidR="008C3738" w:rsidRPr="00D761DD">
        <w:t>z zapytaniem dla potwierdzenia zapłaty akcyzy za samochód</w:t>
      </w:r>
      <w:r w:rsidRPr="00D761DD">
        <w:t>.</w:t>
      </w:r>
    </w:p>
    <w:p w14:paraId="798BC551" w14:textId="77777777" w:rsidR="004B36A4" w:rsidRPr="00A40D33" w:rsidRDefault="004B36A4" w:rsidP="00E1011A">
      <w:pPr>
        <w:pStyle w:val="Akapitzlist"/>
        <w:numPr>
          <w:ilvl w:val="0"/>
          <w:numId w:val="30"/>
        </w:numPr>
      </w:pPr>
      <w:r w:rsidRPr="00A40D33">
        <w:t>Plik pzas_resp.xsd</w:t>
      </w:r>
    </w:p>
    <w:p w14:paraId="28181BD2" w14:textId="7A91C6FB" w:rsidR="0035029D" w:rsidRPr="00D761DD" w:rsidRDefault="004B36A4" w:rsidP="00E1011A">
      <w:pPr>
        <w:ind w:left="720"/>
      </w:pPr>
      <w:r w:rsidRPr="00E1011A">
        <w:rPr>
          <w:lang w:val="x-none"/>
        </w:rPr>
        <w:t>Plik zawieraj</w:t>
      </w:r>
      <w:r w:rsidRPr="00D761DD">
        <w:t xml:space="preserve">ący struktury danych </w:t>
      </w:r>
      <w:r w:rsidR="008C3738" w:rsidRPr="00D761DD">
        <w:t>z odpowiedzią dla potwierdzenia zapłaty akcyzy za samochód</w:t>
      </w:r>
      <w:r w:rsidRPr="00D761DD">
        <w:t>.</w:t>
      </w:r>
    </w:p>
    <w:sectPr w:rsidR="0035029D" w:rsidRPr="00D761DD" w:rsidSect="00730F79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AF58" w14:textId="77777777" w:rsidR="00B83476" w:rsidRDefault="00B83476" w:rsidP="007D0A84">
      <w:r>
        <w:separator/>
      </w:r>
    </w:p>
    <w:p w14:paraId="191DB3AA" w14:textId="77777777" w:rsidR="00B83476" w:rsidRDefault="00B83476" w:rsidP="007D0A84"/>
  </w:endnote>
  <w:endnote w:type="continuationSeparator" w:id="0">
    <w:p w14:paraId="562EA70D" w14:textId="77777777" w:rsidR="00B83476" w:rsidRDefault="00B83476" w:rsidP="007D0A84">
      <w:r>
        <w:continuationSeparator/>
      </w:r>
    </w:p>
    <w:p w14:paraId="56CB917C" w14:textId="77777777" w:rsidR="00B83476" w:rsidRDefault="00B83476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50AC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AA5FD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3021" w14:textId="77777777" w:rsidR="005D7ED5" w:rsidRPr="00D761DD" w:rsidRDefault="005D7ED5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D761DD">
      <w:rPr>
        <w:rFonts w:cs="Arial"/>
        <w:sz w:val="20"/>
        <w:szCs w:val="20"/>
      </w:rPr>
      <w:t xml:space="preserve">Strona </w:t>
    </w:r>
    <w:r w:rsidRPr="00D761DD">
      <w:rPr>
        <w:rFonts w:cs="Arial"/>
        <w:sz w:val="20"/>
        <w:szCs w:val="20"/>
      </w:rPr>
      <w:fldChar w:fldCharType="begin"/>
    </w:r>
    <w:r w:rsidRPr="00D761DD">
      <w:rPr>
        <w:rFonts w:cs="Arial"/>
        <w:sz w:val="20"/>
        <w:szCs w:val="20"/>
      </w:rPr>
      <w:instrText xml:space="preserve"> PAGE </w:instrText>
    </w:r>
    <w:r w:rsidRPr="00D761DD">
      <w:rPr>
        <w:rFonts w:cs="Arial"/>
        <w:sz w:val="20"/>
        <w:szCs w:val="20"/>
      </w:rPr>
      <w:fldChar w:fldCharType="separate"/>
    </w:r>
    <w:r w:rsidR="006B2E45" w:rsidRPr="00D761DD">
      <w:rPr>
        <w:rFonts w:cs="Arial"/>
        <w:noProof/>
        <w:sz w:val="20"/>
        <w:szCs w:val="20"/>
      </w:rPr>
      <w:t>7</w:t>
    </w:r>
    <w:r w:rsidRPr="00D761DD">
      <w:rPr>
        <w:rFonts w:cs="Arial"/>
        <w:sz w:val="20"/>
        <w:szCs w:val="20"/>
      </w:rPr>
      <w:fldChar w:fldCharType="end"/>
    </w:r>
    <w:r w:rsidRPr="00D761DD">
      <w:rPr>
        <w:rFonts w:cs="Arial"/>
        <w:sz w:val="20"/>
        <w:szCs w:val="20"/>
      </w:rPr>
      <w:t xml:space="preserve"> z </w:t>
    </w:r>
    <w:r w:rsidRPr="00D761DD">
      <w:rPr>
        <w:rFonts w:cs="Arial"/>
        <w:sz w:val="20"/>
        <w:szCs w:val="20"/>
      </w:rPr>
      <w:fldChar w:fldCharType="begin"/>
    </w:r>
    <w:r w:rsidRPr="00D761DD">
      <w:rPr>
        <w:rFonts w:cs="Arial"/>
        <w:sz w:val="20"/>
        <w:szCs w:val="20"/>
      </w:rPr>
      <w:instrText xml:space="preserve"> NUMPAGES </w:instrText>
    </w:r>
    <w:r w:rsidRPr="00D761DD">
      <w:rPr>
        <w:rFonts w:cs="Arial"/>
        <w:sz w:val="20"/>
        <w:szCs w:val="20"/>
      </w:rPr>
      <w:fldChar w:fldCharType="separate"/>
    </w:r>
    <w:r w:rsidR="006B2E45" w:rsidRPr="00D761DD">
      <w:rPr>
        <w:rFonts w:cs="Arial"/>
        <w:noProof/>
        <w:sz w:val="20"/>
        <w:szCs w:val="20"/>
      </w:rPr>
      <w:t>12</w:t>
    </w:r>
    <w:r w:rsidRPr="00D761DD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00A20" w14:textId="77777777" w:rsidR="00B83476" w:rsidRDefault="00B83476" w:rsidP="007D0A84">
      <w:r>
        <w:separator/>
      </w:r>
    </w:p>
    <w:p w14:paraId="76C1485C" w14:textId="77777777" w:rsidR="00B83476" w:rsidRDefault="00B83476" w:rsidP="007D0A84"/>
  </w:footnote>
  <w:footnote w:type="continuationSeparator" w:id="0">
    <w:p w14:paraId="156E7B26" w14:textId="77777777" w:rsidR="00B83476" w:rsidRDefault="00B83476" w:rsidP="007D0A84">
      <w:r>
        <w:continuationSeparator/>
      </w:r>
    </w:p>
    <w:p w14:paraId="4A771B2C" w14:textId="77777777" w:rsidR="00B83476" w:rsidRDefault="00B83476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8E8A" w14:textId="14B59AE9" w:rsidR="005D7ED5" w:rsidRPr="00D761DD" w:rsidRDefault="00D761DD" w:rsidP="00D761DD">
    <w:pPr>
      <w:pStyle w:val="Nagwek"/>
    </w:pPr>
    <w:r w:rsidRPr="00CB0A60">
      <w:rPr>
        <w:noProof/>
      </w:rPr>
      <w:drawing>
        <wp:inline distT="0" distB="0" distL="0" distR="0" wp14:anchorId="16048C87" wp14:editId="478FCD24">
          <wp:extent cx="3185160" cy="647700"/>
          <wp:effectExtent l="0" t="0" r="0" b="0"/>
          <wp:docPr id="4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90A6BD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637B0"/>
    <w:multiLevelType w:val="hybridMultilevel"/>
    <w:tmpl w:val="53C4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28EC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53A6"/>
    <w:rsid w:val="000158A1"/>
    <w:rsid w:val="000164B0"/>
    <w:rsid w:val="00016897"/>
    <w:rsid w:val="00017454"/>
    <w:rsid w:val="000174FC"/>
    <w:rsid w:val="0002049E"/>
    <w:rsid w:val="00022515"/>
    <w:rsid w:val="00023F46"/>
    <w:rsid w:val="00024A70"/>
    <w:rsid w:val="00024E81"/>
    <w:rsid w:val="0002544A"/>
    <w:rsid w:val="000258BD"/>
    <w:rsid w:val="00026161"/>
    <w:rsid w:val="00026962"/>
    <w:rsid w:val="00027B41"/>
    <w:rsid w:val="000312B2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4302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178D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4A11"/>
    <w:rsid w:val="0009573D"/>
    <w:rsid w:val="00097986"/>
    <w:rsid w:val="000A0DD8"/>
    <w:rsid w:val="000A1D16"/>
    <w:rsid w:val="000A2072"/>
    <w:rsid w:val="000A2A39"/>
    <w:rsid w:val="000A2B35"/>
    <w:rsid w:val="000A3EDB"/>
    <w:rsid w:val="000A494E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0E61"/>
    <w:rsid w:val="000C185F"/>
    <w:rsid w:val="000C2AEB"/>
    <w:rsid w:val="000C4217"/>
    <w:rsid w:val="000C59F5"/>
    <w:rsid w:val="000C7663"/>
    <w:rsid w:val="000D083E"/>
    <w:rsid w:val="000D19AC"/>
    <w:rsid w:val="000D2059"/>
    <w:rsid w:val="000D2898"/>
    <w:rsid w:val="000D2A42"/>
    <w:rsid w:val="000D330B"/>
    <w:rsid w:val="000D33C6"/>
    <w:rsid w:val="000D3AD4"/>
    <w:rsid w:val="000D4491"/>
    <w:rsid w:val="000D4C90"/>
    <w:rsid w:val="000D5C37"/>
    <w:rsid w:val="000D5EA2"/>
    <w:rsid w:val="000D7E14"/>
    <w:rsid w:val="000E01D0"/>
    <w:rsid w:val="000E0240"/>
    <w:rsid w:val="000E10D8"/>
    <w:rsid w:val="000E2E61"/>
    <w:rsid w:val="000E2FFE"/>
    <w:rsid w:val="000E4F6A"/>
    <w:rsid w:val="000E62C9"/>
    <w:rsid w:val="000E6EBC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339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05B"/>
    <w:rsid w:val="0011093D"/>
    <w:rsid w:val="00110FF9"/>
    <w:rsid w:val="0011244B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0EE8"/>
    <w:rsid w:val="00122788"/>
    <w:rsid w:val="001252B4"/>
    <w:rsid w:val="0012590D"/>
    <w:rsid w:val="00125BDF"/>
    <w:rsid w:val="0012617A"/>
    <w:rsid w:val="00126C4D"/>
    <w:rsid w:val="00127D0D"/>
    <w:rsid w:val="001303B8"/>
    <w:rsid w:val="001320C1"/>
    <w:rsid w:val="00132C1E"/>
    <w:rsid w:val="001335AD"/>
    <w:rsid w:val="00133744"/>
    <w:rsid w:val="00133782"/>
    <w:rsid w:val="001338C3"/>
    <w:rsid w:val="00133DC2"/>
    <w:rsid w:val="00135581"/>
    <w:rsid w:val="00135F3D"/>
    <w:rsid w:val="00136C98"/>
    <w:rsid w:val="00141D91"/>
    <w:rsid w:val="001427F4"/>
    <w:rsid w:val="001433D1"/>
    <w:rsid w:val="00146E34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40EC"/>
    <w:rsid w:val="001A5434"/>
    <w:rsid w:val="001A5B27"/>
    <w:rsid w:val="001A66D1"/>
    <w:rsid w:val="001A6D14"/>
    <w:rsid w:val="001A782F"/>
    <w:rsid w:val="001A7F9A"/>
    <w:rsid w:val="001B0CCD"/>
    <w:rsid w:val="001B2B30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C7D66"/>
    <w:rsid w:val="001D1ACD"/>
    <w:rsid w:val="001D21A9"/>
    <w:rsid w:val="001D26E8"/>
    <w:rsid w:val="001D272F"/>
    <w:rsid w:val="001D33BE"/>
    <w:rsid w:val="001D3662"/>
    <w:rsid w:val="001D3742"/>
    <w:rsid w:val="001D5101"/>
    <w:rsid w:val="001D57F0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2E75"/>
    <w:rsid w:val="001F5F7F"/>
    <w:rsid w:val="001F613C"/>
    <w:rsid w:val="001F6BF4"/>
    <w:rsid w:val="001F771E"/>
    <w:rsid w:val="001F77ED"/>
    <w:rsid w:val="0020036B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414"/>
    <w:rsid w:val="002138CE"/>
    <w:rsid w:val="00213F97"/>
    <w:rsid w:val="0021450A"/>
    <w:rsid w:val="002146A0"/>
    <w:rsid w:val="00214E87"/>
    <w:rsid w:val="00215CA6"/>
    <w:rsid w:val="00217B8F"/>
    <w:rsid w:val="002208C3"/>
    <w:rsid w:val="00220B78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278F3"/>
    <w:rsid w:val="0023137C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47A11"/>
    <w:rsid w:val="002504DB"/>
    <w:rsid w:val="002516BD"/>
    <w:rsid w:val="002518F3"/>
    <w:rsid w:val="00251DB6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2C1"/>
    <w:rsid w:val="002563C1"/>
    <w:rsid w:val="002563DF"/>
    <w:rsid w:val="0025643C"/>
    <w:rsid w:val="002566B5"/>
    <w:rsid w:val="0026011E"/>
    <w:rsid w:val="00260CC4"/>
    <w:rsid w:val="002611C8"/>
    <w:rsid w:val="00261C31"/>
    <w:rsid w:val="00261D79"/>
    <w:rsid w:val="002626AB"/>
    <w:rsid w:val="0026369D"/>
    <w:rsid w:val="0026369E"/>
    <w:rsid w:val="002636E2"/>
    <w:rsid w:val="00263784"/>
    <w:rsid w:val="0026475F"/>
    <w:rsid w:val="002667E4"/>
    <w:rsid w:val="00266A4F"/>
    <w:rsid w:val="00270A59"/>
    <w:rsid w:val="00270DE0"/>
    <w:rsid w:val="0027147B"/>
    <w:rsid w:val="00271FF2"/>
    <w:rsid w:val="002724D4"/>
    <w:rsid w:val="00272518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87ADA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3929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09B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7D7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3B6"/>
    <w:rsid w:val="00302934"/>
    <w:rsid w:val="00303488"/>
    <w:rsid w:val="00304B66"/>
    <w:rsid w:val="00305B9D"/>
    <w:rsid w:val="0030629A"/>
    <w:rsid w:val="00306524"/>
    <w:rsid w:val="00306529"/>
    <w:rsid w:val="003068DA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0913"/>
    <w:rsid w:val="00331B6B"/>
    <w:rsid w:val="00332FA4"/>
    <w:rsid w:val="0033549B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029D"/>
    <w:rsid w:val="003524CC"/>
    <w:rsid w:val="00352716"/>
    <w:rsid w:val="0035375C"/>
    <w:rsid w:val="00354048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44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879FD"/>
    <w:rsid w:val="00390786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979BE"/>
    <w:rsid w:val="003A0551"/>
    <w:rsid w:val="003A0B6E"/>
    <w:rsid w:val="003A0DCD"/>
    <w:rsid w:val="003A1FFD"/>
    <w:rsid w:val="003A2126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DA6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7F6E"/>
    <w:rsid w:val="003C02CE"/>
    <w:rsid w:val="003C07AC"/>
    <w:rsid w:val="003C07FF"/>
    <w:rsid w:val="003C12EA"/>
    <w:rsid w:val="003C17B7"/>
    <w:rsid w:val="003C199C"/>
    <w:rsid w:val="003C24E2"/>
    <w:rsid w:val="003C35F0"/>
    <w:rsid w:val="003C430D"/>
    <w:rsid w:val="003C4C7D"/>
    <w:rsid w:val="003C4E2A"/>
    <w:rsid w:val="003C535D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57DA"/>
    <w:rsid w:val="003E6C77"/>
    <w:rsid w:val="003E6D4B"/>
    <w:rsid w:val="003E76B1"/>
    <w:rsid w:val="003E7DD4"/>
    <w:rsid w:val="003F0176"/>
    <w:rsid w:val="003F030F"/>
    <w:rsid w:val="003F05B3"/>
    <w:rsid w:val="003F0D72"/>
    <w:rsid w:val="003F1E1A"/>
    <w:rsid w:val="003F28A6"/>
    <w:rsid w:val="003F2992"/>
    <w:rsid w:val="003F3585"/>
    <w:rsid w:val="003F4466"/>
    <w:rsid w:val="003F4A3E"/>
    <w:rsid w:val="003F56F1"/>
    <w:rsid w:val="003F647F"/>
    <w:rsid w:val="003F7CC4"/>
    <w:rsid w:val="004009A2"/>
    <w:rsid w:val="0040182D"/>
    <w:rsid w:val="00402CFA"/>
    <w:rsid w:val="00403DCE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4E69"/>
    <w:rsid w:val="004155AA"/>
    <w:rsid w:val="0041569C"/>
    <w:rsid w:val="00416856"/>
    <w:rsid w:val="0041692A"/>
    <w:rsid w:val="004171F3"/>
    <w:rsid w:val="00417DC1"/>
    <w:rsid w:val="0042019D"/>
    <w:rsid w:val="00420C84"/>
    <w:rsid w:val="00422070"/>
    <w:rsid w:val="00422CE9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093A"/>
    <w:rsid w:val="00462742"/>
    <w:rsid w:val="004633DF"/>
    <w:rsid w:val="004642F5"/>
    <w:rsid w:val="00464712"/>
    <w:rsid w:val="00465090"/>
    <w:rsid w:val="0046607A"/>
    <w:rsid w:val="00466708"/>
    <w:rsid w:val="00466899"/>
    <w:rsid w:val="00467366"/>
    <w:rsid w:val="00467542"/>
    <w:rsid w:val="004704EC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6DE1"/>
    <w:rsid w:val="00491BF6"/>
    <w:rsid w:val="00492A2C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36A4"/>
    <w:rsid w:val="004B3B72"/>
    <w:rsid w:val="004B43DF"/>
    <w:rsid w:val="004B491A"/>
    <w:rsid w:val="004B5617"/>
    <w:rsid w:val="004B6CDB"/>
    <w:rsid w:val="004C0F9F"/>
    <w:rsid w:val="004C1528"/>
    <w:rsid w:val="004C1945"/>
    <w:rsid w:val="004C2F1C"/>
    <w:rsid w:val="004C31D7"/>
    <w:rsid w:val="004C325D"/>
    <w:rsid w:val="004C3E97"/>
    <w:rsid w:val="004C43F0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878"/>
    <w:rsid w:val="004D3FE3"/>
    <w:rsid w:val="004D47E6"/>
    <w:rsid w:val="004D67D0"/>
    <w:rsid w:val="004D79AB"/>
    <w:rsid w:val="004E2C82"/>
    <w:rsid w:val="004E3826"/>
    <w:rsid w:val="004E40F1"/>
    <w:rsid w:val="004E4572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AFE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39B1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17C5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7582F"/>
    <w:rsid w:val="00575F77"/>
    <w:rsid w:val="0057756D"/>
    <w:rsid w:val="00577DA6"/>
    <w:rsid w:val="00580929"/>
    <w:rsid w:val="00581D35"/>
    <w:rsid w:val="0058245A"/>
    <w:rsid w:val="005826A4"/>
    <w:rsid w:val="0058389C"/>
    <w:rsid w:val="0058584D"/>
    <w:rsid w:val="005873E0"/>
    <w:rsid w:val="005876FF"/>
    <w:rsid w:val="005877A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294F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10F1"/>
    <w:rsid w:val="005D3C54"/>
    <w:rsid w:val="005D41D8"/>
    <w:rsid w:val="005D70AE"/>
    <w:rsid w:val="005D71E4"/>
    <w:rsid w:val="005D7E75"/>
    <w:rsid w:val="005D7ED5"/>
    <w:rsid w:val="005E15DA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BDA"/>
    <w:rsid w:val="005F4D3A"/>
    <w:rsid w:val="005F50E6"/>
    <w:rsid w:val="005F5E30"/>
    <w:rsid w:val="005F7512"/>
    <w:rsid w:val="005F7D5D"/>
    <w:rsid w:val="005F7E25"/>
    <w:rsid w:val="00600693"/>
    <w:rsid w:val="00601394"/>
    <w:rsid w:val="00601EF0"/>
    <w:rsid w:val="00602461"/>
    <w:rsid w:val="00602745"/>
    <w:rsid w:val="00602C5E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537"/>
    <w:rsid w:val="0061275F"/>
    <w:rsid w:val="00612D10"/>
    <w:rsid w:val="006138B3"/>
    <w:rsid w:val="0061509F"/>
    <w:rsid w:val="00620156"/>
    <w:rsid w:val="006204E1"/>
    <w:rsid w:val="00620774"/>
    <w:rsid w:val="006212CF"/>
    <w:rsid w:val="00622691"/>
    <w:rsid w:val="0062287E"/>
    <w:rsid w:val="00624358"/>
    <w:rsid w:val="00625F08"/>
    <w:rsid w:val="00626518"/>
    <w:rsid w:val="0062657F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B6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777C"/>
    <w:rsid w:val="00697EBE"/>
    <w:rsid w:val="006A0E17"/>
    <w:rsid w:val="006A11AF"/>
    <w:rsid w:val="006A14BF"/>
    <w:rsid w:val="006A1FD0"/>
    <w:rsid w:val="006A300E"/>
    <w:rsid w:val="006A3EFE"/>
    <w:rsid w:val="006A41C4"/>
    <w:rsid w:val="006A422A"/>
    <w:rsid w:val="006A4A88"/>
    <w:rsid w:val="006A6D6B"/>
    <w:rsid w:val="006A7DE0"/>
    <w:rsid w:val="006B00D5"/>
    <w:rsid w:val="006B096C"/>
    <w:rsid w:val="006B0CE7"/>
    <w:rsid w:val="006B1C7F"/>
    <w:rsid w:val="006B2E45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C6B0F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142"/>
    <w:rsid w:val="006E4D0D"/>
    <w:rsid w:val="006E53F6"/>
    <w:rsid w:val="006E6433"/>
    <w:rsid w:val="006E6ED8"/>
    <w:rsid w:val="006E7970"/>
    <w:rsid w:val="006E7997"/>
    <w:rsid w:val="006F1CEE"/>
    <w:rsid w:val="006F3DBA"/>
    <w:rsid w:val="006F49A9"/>
    <w:rsid w:val="006F4A67"/>
    <w:rsid w:val="006F4CB7"/>
    <w:rsid w:val="006F6110"/>
    <w:rsid w:val="006F6EC1"/>
    <w:rsid w:val="00700A8C"/>
    <w:rsid w:val="007024AC"/>
    <w:rsid w:val="00703177"/>
    <w:rsid w:val="007031EE"/>
    <w:rsid w:val="00704498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0F79"/>
    <w:rsid w:val="00731249"/>
    <w:rsid w:val="00732819"/>
    <w:rsid w:val="007334DC"/>
    <w:rsid w:val="00733AB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3620"/>
    <w:rsid w:val="00755722"/>
    <w:rsid w:val="0075669F"/>
    <w:rsid w:val="007578D3"/>
    <w:rsid w:val="0076106D"/>
    <w:rsid w:val="00761CB8"/>
    <w:rsid w:val="00761D53"/>
    <w:rsid w:val="007626B5"/>
    <w:rsid w:val="0076404D"/>
    <w:rsid w:val="00764231"/>
    <w:rsid w:val="007645FA"/>
    <w:rsid w:val="00764E48"/>
    <w:rsid w:val="00765429"/>
    <w:rsid w:val="00765BC2"/>
    <w:rsid w:val="00766059"/>
    <w:rsid w:val="00766214"/>
    <w:rsid w:val="00766A8E"/>
    <w:rsid w:val="00766E83"/>
    <w:rsid w:val="00770EF9"/>
    <w:rsid w:val="00772F51"/>
    <w:rsid w:val="0077316C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6C3C"/>
    <w:rsid w:val="0079775A"/>
    <w:rsid w:val="00797BD9"/>
    <w:rsid w:val="007A1D7D"/>
    <w:rsid w:val="007A3211"/>
    <w:rsid w:val="007A3E27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D98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687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0D07"/>
    <w:rsid w:val="00811309"/>
    <w:rsid w:val="0081177D"/>
    <w:rsid w:val="00813046"/>
    <w:rsid w:val="00813F4C"/>
    <w:rsid w:val="00816128"/>
    <w:rsid w:val="00817421"/>
    <w:rsid w:val="008200AB"/>
    <w:rsid w:val="0082031F"/>
    <w:rsid w:val="0082099E"/>
    <w:rsid w:val="00821605"/>
    <w:rsid w:val="00824B4F"/>
    <w:rsid w:val="00826BB5"/>
    <w:rsid w:val="00827A26"/>
    <w:rsid w:val="008304F5"/>
    <w:rsid w:val="00830B09"/>
    <w:rsid w:val="008312D8"/>
    <w:rsid w:val="00831414"/>
    <w:rsid w:val="008326B1"/>
    <w:rsid w:val="0083341D"/>
    <w:rsid w:val="00833B49"/>
    <w:rsid w:val="008343B2"/>
    <w:rsid w:val="008348EC"/>
    <w:rsid w:val="008367F9"/>
    <w:rsid w:val="00836DD7"/>
    <w:rsid w:val="008370DD"/>
    <w:rsid w:val="00837970"/>
    <w:rsid w:val="008404DD"/>
    <w:rsid w:val="008410D0"/>
    <w:rsid w:val="008420BA"/>
    <w:rsid w:val="00842177"/>
    <w:rsid w:val="00844DAB"/>
    <w:rsid w:val="00845045"/>
    <w:rsid w:val="008453C1"/>
    <w:rsid w:val="008458B5"/>
    <w:rsid w:val="00845EEF"/>
    <w:rsid w:val="00846D7F"/>
    <w:rsid w:val="00847416"/>
    <w:rsid w:val="00847B2E"/>
    <w:rsid w:val="00850C00"/>
    <w:rsid w:val="008526DC"/>
    <w:rsid w:val="0085277D"/>
    <w:rsid w:val="00855AD6"/>
    <w:rsid w:val="00855C28"/>
    <w:rsid w:val="00855CFA"/>
    <w:rsid w:val="008562AC"/>
    <w:rsid w:val="00861FF9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4F9B"/>
    <w:rsid w:val="008868EB"/>
    <w:rsid w:val="00887271"/>
    <w:rsid w:val="00887C5B"/>
    <w:rsid w:val="008903C7"/>
    <w:rsid w:val="0089300F"/>
    <w:rsid w:val="008934D7"/>
    <w:rsid w:val="0089395A"/>
    <w:rsid w:val="00893E7C"/>
    <w:rsid w:val="008953E9"/>
    <w:rsid w:val="0089610E"/>
    <w:rsid w:val="00896BC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2FB3"/>
    <w:rsid w:val="008B3F3D"/>
    <w:rsid w:val="008B5162"/>
    <w:rsid w:val="008B53C6"/>
    <w:rsid w:val="008B59B3"/>
    <w:rsid w:val="008B5BDA"/>
    <w:rsid w:val="008B7585"/>
    <w:rsid w:val="008B7849"/>
    <w:rsid w:val="008C2D49"/>
    <w:rsid w:val="008C3738"/>
    <w:rsid w:val="008C40D6"/>
    <w:rsid w:val="008C41B3"/>
    <w:rsid w:val="008C607B"/>
    <w:rsid w:val="008C6466"/>
    <w:rsid w:val="008C6834"/>
    <w:rsid w:val="008C6840"/>
    <w:rsid w:val="008D05E0"/>
    <w:rsid w:val="008D1626"/>
    <w:rsid w:val="008D1BFF"/>
    <w:rsid w:val="008D222F"/>
    <w:rsid w:val="008D63A3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450C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BA"/>
    <w:rsid w:val="00906BDC"/>
    <w:rsid w:val="00906CAB"/>
    <w:rsid w:val="00907B1E"/>
    <w:rsid w:val="0091003C"/>
    <w:rsid w:val="009106A2"/>
    <w:rsid w:val="009109CC"/>
    <w:rsid w:val="009126E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A73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517E"/>
    <w:rsid w:val="00937AD4"/>
    <w:rsid w:val="00937CA7"/>
    <w:rsid w:val="00940EFE"/>
    <w:rsid w:val="00941552"/>
    <w:rsid w:val="00942D6B"/>
    <w:rsid w:val="009434FB"/>
    <w:rsid w:val="00943FA6"/>
    <w:rsid w:val="00943FB9"/>
    <w:rsid w:val="009446BD"/>
    <w:rsid w:val="00944A9E"/>
    <w:rsid w:val="00944E39"/>
    <w:rsid w:val="00945016"/>
    <w:rsid w:val="009456AC"/>
    <w:rsid w:val="00945D37"/>
    <w:rsid w:val="009476A2"/>
    <w:rsid w:val="009504EB"/>
    <w:rsid w:val="00951DA3"/>
    <w:rsid w:val="0095254B"/>
    <w:rsid w:val="009531EC"/>
    <w:rsid w:val="00954150"/>
    <w:rsid w:val="0095425E"/>
    <w:rsid w:val="00957071"/>
    <w:rsid w:val="00957609"/>
    <w:rsid w:val="009611FF"/>
    <w:rsid w:val="009615D9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6B6A"/>
    <w:rsid w:val="00976D12"/>
    <w:rsid w:val="00977E29"/>
    <w:rsid w:val="00980810"/>
    <w:rsid w:val="00980881"/>
    <w:rsid w:val="00980C94"/>
    <w:rsid w:val="009818EE"/>
    <w:rsid w:val="00981CB7"/>
    <w:rsid w:val="00982237"/>
    <w:rsid w:val="00982546"/>
    <w:rsid w:val="00983089"/>
    <w:rsid w:val="009855D5"/>
    <w:rsid w:val="00985786"/>
    <w:rsid w:val="00985904"/>
    <w:rsid w:val="00985CFE"/>
    <w:rsid w:val="00986327"/>
    <w:rsid w:val="00990909"/>
    <w:rsid w:val="0099124A"/>
    <w:rsid w:val="009921F7"/>
    <w:rsid w:val="00994E88"/>
    <w:rsid w:val="0099513E"/>
    <w:rsid w:val="009954E3"/>
    <w:rsid w:val="00996F6E"/>
    <w:rsid w:val="00997021"/>
    <w:rsid w:val="00997D28"/>
    <w:rsid w:val="009A0EC7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6B6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216B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537"/>
    <w:rsid w:val="00A056A8"/>
    <w:rsid w:val="00A05ADE"/>
    <w:rsid w:val="00A05B07"/>
    <w:rsid w:val="00A06393"/>
    <w:rsid w:val="00A10A6C"/>
    <w:rsid w:val="00A12B50"/>
    <w:rsid w:val="00A12C3B"/>
    <w:rsid w:val="00A13127"/>
    <w:rsid w:val="00A13CC4"/>
    <w:rsid w:val="00A24AD1"/>
    <w:rsid w:val="00A24ED2"/>
    <w:rsid w:val="00A25C00"/>
    <w:rsid w:val="00A26409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22"/>
    <w:rsid w:val="00A400EE"/>
    <w:rsid w:val="00A401B7"/>
    <w:rsid w:val="00A40D33"/>
    <w:rsid w:val="00A419BF"/>
    <w:rsid w:val="00A41E9B"/>
    <w:rsid w:val="00A43FA2"/>
    <w:rsid w:val="00A448E5"/>
    <w:rsid w:val="00A457C4"/>
    <w:rsid w:val="00A458FD"/>
    <w:rsid w:val="00A45A2F"/>
    <w:rsid w:val="00A45AE0"/>
    <w:rsid w:val="00A462B8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177"/>
    <w:rsid w:val="00A65259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E56"/>
    <w:rsid w:val="00A95D96"/>
    <w:rsid w:val="00A95EC2"/>
    <w:rsid w:val="00A976E5"/>
    <w:rsid w:val="00A97BA5"/>
    <w:rsid w:val="00AA108E"/>
    <w:rsid w:val="00AA2D51"/>
    <w:rsid w:val="00AA3B05"/>
    <w:rsid w:val="00AA757D"/>
    <w:rsid w:val="00AA7F9F"/>
    <w:rsid w:val="00AB0153"/>
    <w:rsid w:val="00AB03A1"/>
    <w:rsid w:val="00AB06FE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7DC"/>
    <w:rsid w:val="00AD0F50"/>
    <w:rsid w:val="00AD1644"/>
    <w:rsid w:val="00AD1EB2"/>
    <w:rsid w:val="00AD3678"/>
    <w:rsid w:val="00AD3A58"/>
    <w:rsid w:val="00AD4CED"/>
    <w:rsid w:val="00AD69D0"/>
    <w:rsid w:val="00AD74CA"/>
    <w:rsid w:val="00AD7DAB"/>
    <w:rsid w:val="00AE0E8E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E7838"/>
    <w:rsid w:val="00AF00E2"/>
    <w:rsid w:val="00AF0724"/>
    <w:rsid w:val="00AF1770"/>
    <w:rsid w:val="00AF17F2"/>
    <w:rsid w:val="00AF1F26"/>
    <w:rsid w:val="00AF2718"/>
    <w:rsid w:val="00AF4995"/>
    <w:rsid w:val="00AF64CD"/>
    <w:rsid w:val="00AF6977"/>
    <w:rsid w:val="00AF6A5C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59B"/>
    <w:rsid w:val="00B25966"/>
    <w:rsid w:val="00B25A15"/>
    <w:rsid w:val="00B27111"/>
    <w:rsid w:val="00B2761E"/>
    <w:rsid w:val="00B30904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6018C"/>
    <w:rsid w:val="00B62015"/>
    <w:rsid w:val="00B63F00"/>
    <w:rsid w:val="00B643BD"/>
    <w:rsid w:val="00B64CC2"/>
    <w:rsid w:val="00B65AA4"/>
    <w:rsid w:val="00B66255"/>
    <w:rsid w:val="00B667F7"/>
    <w:rsid w:val="00B67094"/>
    <w:rsid w:val="00B67423"/>
    <w:rsid w:val="00B700D8"/>
    <w:rsid w:val="00B70540"/>
    <w:rsid w:val="00B74E23"/>
    <w:rsid w:val="00B764C9"/>
    <w:rsid w:val="00B77A79"/>
    <w:rsid w:val="00B77BB3"/>
    <w:rsid w:val="00B77D0A"/>
    <w:rsid w:val="00B8016D"/>
    <w:rsid w:val="00B81235"/>
    <w:rsid w:val="00B81251"/>
    <w:rsid w:val="00B81726"/>
    <w:rsid w:val="00B8267A"/>
    <w:rsid w:val="00B82FFB"/>
    <w:rsid w:val="00B83141"/>
    <w:rsid w:val="00B83476"/>
    <w:rsid w:val="00B836BE"/>
    <w:rsid w:val="00B849CE"/>
    <w:rsid w:val="00B84BA7"/>
    <w:rsid w:val="00B8522A"/>
    <w:rsid w:val="00B86150"/>
    <w:rsid w:val="00B86D4A"/>
    <w:rsid w:val="00B875A9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AB7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23C5"/>
    <w:rsid w:val="00BB2C6B"/>
    <w:rsid w:val="00BB35A4"/>
    <w:rsid w:val="00BB45FC"/>
    <w:rsid w:val="00BB4643"/>
    <w:rsid w:val="00BB4C4D"/>
    <w:rsid w:val="00BB5716"/>
    <w:rsid w:val="00BB5E4C"/>
    <w:rsid w:val="00BB65E9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1B8F"/>
    <w:rsid w:val="00BD2948"/>
    <w:rsid w:val="00BD2B11"/>
    <w:rsid w:val="00BD3600"/>
    <w:rsid w:val="00BD4532"/>
    <w:rsid w:val="00BD717F"/>
    <w:rsid w:val="00BE19E0"/>
    <w:rsid w:val="00BE1A4C"/>
    <w:rsid w:val="00BE2F69"/>
    <w:rsid w:val="00BE3AD6"/>
    <w:rsid w:val="00BE3FE0"/>
    <w:rsid w:val="00BE4819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443"/>
    <w:rsid w:val="00C00D08"/>
    <w:rsid w:val="00C02709"/>
    <w:rsid w:val="00C02B99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15F"/>
    <w:rsid w:val="00C1569C"/>
    <w:rsid w:val="00C15C21"/>
    <w:rsid w:val="00C20118"/>
    <w:rsid w:val="00C20775"/>
    <w:rsid w:val="00C212F5"/>
    <w:rsid w:val="00C215D4"/>
    <w:rsid w:val="00C21BED"/>
    <w:rsid w:val="00C26F26"/>
    <w:rsid w:val="00C27B10"/>
    <w:rsid w:val="00C27FF3"/>
    <w:rsid w:val="00C30DAC"/>
    <w:rsid w:val="00C313B8"/>
    <w:rsid w:val="00C3171D"/>
    <w:rsid w:val="00C3177B"/>
    <w:rsid w:val="00C3190F"/>
    <w:rsid w:val="00C34B22"/>
    <w:rsid w:val="00C351D8"/>
    <w:rsid w:val="00C36042"/>
    <w:rsid w:val="00C378E0"/>
    <w:rsid w:val="00C41340"/>
    <w:rsid w:val="00C416A6"/>
    <w:rsid w:val="00C41B13"/>
    <w:rsid w:val="00C41D14"/>
    <w:rsid w:val="00C427DB"/>
    <w:rsid w:val="00C42E07"/>
    <w:rsid w:val="00C43119"/>
    <w:rsid w:val="00C433EF"/>
    <w:rsid w:val="00C44850"/>
    <w:rsid w:val="00C45715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5790"/>
    <w:rsid w:val="00C56435"/>
    <w:rsid w:val="00C57ABB"/>
    <w:rsid w:val="00C60063"/>
    <w:rsid w:val="00C63810"/>
    <w:rsid w:val="00C63991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562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7A3"/>
    <w:rsid w:val="00C95E9B"/>
    <w:rsid w:val="00C97417"/>
    <w:rsid w:val="00C97863"/>
    <w:rsid w:val="00CA2300"/>
    <w:rsid w:val="00CA24A3"/>
    <w:rsid w:val="00CA300B"/>
    <w:rsid w:val="00CA3446"/>
    <w:rsid w:val="00CA38E0"/>
    <w:rsid w:val="00CA3DDC"/>
    <w:rsid w:val="00CA3E56"/>
    <w:rsid w:val="00CA4284"/>
    <w:rsid w:val="00CA471E"/>
    <w:rsid w:val="00CA4E46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325"/>
    <w:rsid w:val="00CE0619"/>
    <w:rsid w:val="00CE0C35"/>
    <w:rsid w:val="00CE0F13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2C53"/>
    <w:rsid w:val="00D03FCE"/>
    <w:rsid w:val="00D04F4D"/>
    <w:rsid w:val="00D0560B"/>
    <w:rsid w:val="00D05B53"/>
    <w:rsid w:val="00D06B02"/>
    <w:rsid w:val="00D06B89"/>
    <w:rsid w:val="00D07962"/>
    <w:rsid w:val="00D07D2E"/>
    <w:rsid w:val="00D10A16"/>
    <w:rsid w:val="00D1101E"/>
    <w:rsid w:val="00D127AB"/>
    <w:rsid w:val="00D12B25"/>
    <w:rsid w:val="00D143FC"/>
    <w:rsid w:val="00D14EFA"/>
    <w:rsid w:val="00D166E2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610A"/>
    <w:rsid w:val="00D3731E"/>
    <w:rsid w:val="00D413A3"/>
    <w:rsid w:val="00D4144F"/>
    <w:rsid w:val="00D419A8"/>
    <w:rsid w:val="00D41F2E"/>
    <w:rsid w:val="00D43C87"/>
    <w:rsid w:val="00D43E7E"/>
    <w:rsid w:val="00D447C0"/>
    <w:rsid w:val="00D44EE7"/>
    <w:rsid w:val="00D45BAB"/>
    <w:rsid w:val="00D45F6A"/>
    <w:rsid w:val="00D46B56"/>
    <w:rsid w:val="00D5017A"/>
    <w:rsid w:val="00D50F0A"/>
    <w:rsid w:val="00D51626"/>
    <w:rsid w:val="00D51C7D"/>
    <w:rsid w:val="00D51F80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1E71"/>
    <w:rsid w:val="00D73793"/>
    <w:rsid w:val="00D73AEE"/>
    <w:rsid w:val="00D74180"/>
    <w:rsid w:val="00D749C8"/>
    <w:rsid w:val="00D74EC9"/>
    <w:rsid w:val="00D761DD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940"/>
    <w:rsid w:val="00D9396B"/>
    <w:rsid w:val="00D94D53"/>
    <w:rsid w:val="00D959B0"/>
    <w:rsid w:val="00D96C75"/>
    <w:rsid w:val="00D97C7F"/>
    <w:rsid w:val="00DA0E44"/>
    <w:rsid w:val="00DA0FF0"/>
    <w:rsid w:val="00DA22B8"/>
    <w:rsid w:val="00DA2367"/>
    <w:rsid w:val="00DA338A"/>
    <w:rsid w:val="00DA3DFB"/>
    <w:rsid w:val="00DA63AF"/>
    <w:rsid w:val="00DA7016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66E3"/>
    <w:rsid w:val="00DC6E63"/>
    <w:rsid w:val="00DC7DCC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6850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6274"/>
    <w:rsid w:val="00E06C34"/>
    <w:rsid w:val="00E07154"/>
    <w:rsid w:val="00E07AFC"/>
    <w:rsid w:val="00E07C37"/>
    <w:rsid w:val="00E07D3B"/>
    <w:rsid w:val="00E1011A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389C"/>
    <w:rsid w:val="00E25FF0"/>
    <w:rsid w:val="00E303CA"/>
    <w:rsid w:val="00E30F5C"/>
    <w:rsid w:val="00E329C6"/>
    <w:rsid w:val="00E32D4C"/>
    <w:rsid w:val="00E334B2"/>
    <w:rsid w:val="00E3511F"/>
    <w:rsid w:val="00E35D3B"/>
    <w:rsid w:val="00E35EC2"/>
    <w:rsid w:val="00E377F4"/>
    <w:rsid w:val="00E37EED"/>
    <w:rsid w:val="00E41761"/>
    <w:rsid w:val="00E44AC5"/>
    <w:rsid w:val="00E44FB9"/>
    <w:rsid w:val="00E45232"/>
    <w:rsid w:val="00E47073"/>
    <w:rsid w:val="00E47549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4AE"/>
    <w:rsid w:val="00E67884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E2B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A5E53"/>
    <w:rsid w:val="00EA65FF"/>
    <w:rsid w:val="00EB0CAE"/>
    <w:rsid w:val="00EB136E"/>
    <w:rsid w:val="00EB14A9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069"/>
    <w:rsid w:val="00ED4144"/>
    <w:rsid w:val="00ED4DBE"/>
    <w:rsid w:val="00ED6918"/>
    <w:rsid w:val="00ED7B63"/>
    <w:rsid w:val="00EE09BD"/>
    <w:rsid w:val="00EE0F47"/>
    <w:rsid w:val="00EE1315"/>
    <w:rsid w:val="00EE243D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E93"/>
    <w:rsid w:val="00EF153B"/>
    <w:rsid w:val="00EF1FE3"/>
    <w:rsid w:val="00EF21B9"/>
    <w:rsid w:val="00EF2230"/>
    <w:rsid w:val="00EF2411"/>
    <w:rsid w:val="00EF2FF1"/>
    <w:rsid w:val="00EF3B67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BA9"/>
    <w:rsid w:val="00F21E8A"/>
    <w:rsid w:val="00F243DB"/>
    <w:rsid w:val="00F252D2"/>
    <w:rsid w:val="00F26365"/>
    <w:rsid w:val="00F268E1"/>
    <w:rsid w:val="00F26B68"/>
    <w:rsid w:val="00F31084"/>
    <w:rsid w:val="00F31535"/>
    <w:rsid w:val="00F322FE"/>
    <w:rsid w:val="00F331BD"/>
    <w:rsid w:val="00F34632"/>
    <w:rsid w:val="00F40BB4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67F8F"/>
    <w:rsid w:val="00F717EC"/>
    <w:rsid w:val="00F7305A"/>
    <w:rsid w:val="00F7464A"/>
    <w:rsid w:val="00F749D9"/>
    <w:rsid w:val="00F74B71"/>
    <w:rsid w:val="00F75F5D"/>
    <w:rsid w:val="00F76C1B"/>
    <w:rsid w:val="00F774B1"/>
    <w:rsid w:val="00F80722"/>
    <w:rsid w:val="00F82B95"/>
    <w:rsid w:val="00F86121"/>
    <w:rsid w:val="00F87090"/>
    <w:rsid w:val="00F87E0D"/>
    <w:rsid w:val="00F9095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A7D9A"/>
    <w:rsid w:val="00FB0ED4"/>
    <w:rsid w:val="00FB3E05"/>
    <w:rsid w:val="00FB400B"/>
    <w:rsid w:val="00FB5022"/>
    <w:rsid w:val="00FB5B87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D7DE3"/>
    <w:rsid w:val="00FE0D58"/>
    <w:rsid w:val="00FE290C"/>
    <w:rsid w:val="00FE415A"/>
    <w:rsid w:val="00FE45D0"/>
    <w:rsid w:val="00FE4C70"/>
    <w:rsid w:val="00FE56D8"/>
    <w:rsid w:val="00FE69BA"/>
    <w:rsid w:val="00FF0570"/>
    <w:rsid w:val="00FF097E"/>
    <w:rsid w:val="00FF0DB6"/>
    <w:rsid w:val="00FF303C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655C507"/>
  <w15:chartTrackingRefBased/>
  <w15:docId w15:val="{DE4A21F1-8E1A-40F2-810E-3D5BBF2E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4E2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C24E2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3C24E2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3C24E2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24E2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3C24E2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3C24E2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A95D96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3C24E2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3C24E2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A40D33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paragraph" w:customStyle="1" w:styleId="PJPtabelatekst">
    <w:name w:val="PJP_tabela_tekst"/>
    <w:basedOn w:val="Nagwek"/>
    <w:link w:val="PJPtabelatekstZnak"/>
    <w:rsid w:val="0084504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45045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0A2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62870-3199-4B23-BC01-889F3B936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66</TotalTime>
  <Pages>18</Pages>
  <Words>1845</Words>
  <Characters>14800</Characters>
  <Application>Microsoft Office Word</Application>
  <DocSecurity>0</DocSecurity>
  <Lines>123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potwierdzenia zapłaty akcyzy za samochód</vt:lpstr>
    </vt:vector>
  </TitlesOfParts>
  <Company>Asseco Poland SA.</Company>
  <LinksUpToDate>false</LinksUpToDate>
  <CharactersWithSpaces>16612</CharactersWithSpaces>
  <SharedDoc>false</SharedDoc>
  <HLinks>
    <vt:vector size="174" baseType="variant">
      <vt:variant>
        <vt:i4>3604527</vt:i4>
      </vt:variant>
      <vt:variant>
        <vt:i4>201</vt:i4>
      </vt:variant>
      <vt:variant>
        <vt:i4>0</vt:i4>
      </vt:variant>
      <vt:variant>
        <vt:i4>5</vt:i4>
      </vt:variant>
      <vt:variant>
        <vt:lpwstr>http://www.e-clo.pl/ZEFIR2/eZefir2/xsd/v3_0/pzas_resp.xsd</vt:lpwstr>
      </vt:variant>
      <vt:variant>
        <vt:lpwstr/>
      </vt:variant>
      <vt:variant>
        <vt:i4>5242904</vt:i4>
      </vt:variant>
      <vt:variant>
        <vt:i4>198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5439591</vt:i4>
      </vt:variant>
      <vt:variant>
        <vt:i4>195</vt:i4>
      </vt:variant>
      <vt:variant>
        <vt:i4>0</vt:i4>
      </vt:variant>
      <vt:variant>
        <vt:i4>5</vt:i4>
      </vt:variant>
      <vt:variant>
        <vt:lpwstr>http://www.e-clo.pl/ZEFIR2/eZefir2/xsd/v2_0/PZASReq.xsd</vt:lpwstr>
      </vt:variant>
      <vt:variant>
        <vt:lpwstr/>
      </vt:variant>
      <vt:variant>
        <vt:i4>1835065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_Toc20298614</vt:lpwstr>
      </vt:variant>
      <vt:variant>
        <vt:i4>1769529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_Toc20298613</vt:lpwstr>
      </vt:variant>
      <vt:variant>
        <vt:i4>1703993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_Toc20298612</vt:lpwstr>
      </vt:variant>
      <vt:variant>
        <vt:i4>1638457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_Toc20298611</vt:lpwstr>
      </vt:variant>
      <vt:variant>
        <vt:i4>1572921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_Toc20298610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_Toc20298609</vt:lpwstr>
      </vt:variant>
      <vt:variant>
        <vt:i4>1048632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_Toc20298608</vt:lpwstr>
      </vt:variant>
      <vt:variant>
        <vt:i4>2031672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_Toc20298607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_Toc20298606</vt:lpwstr>
      </vt:variant>
      <vt:variant>
        <vt:i4>1900600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_Toc20298605</vt:lpwstr>
      </vt:variant>
      <vt:variant>
        <vt:i4>1835064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_Toc20298604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_Toc20298603</vt:lpwstr>
      </vt:variant>
      <vt:variant>
        <vt:i4>1703992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_Toc20298602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_Toc20298601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_Toc20298600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_Toc20298599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_Toc20298598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_Toc20298597</vt:lpwstr>
      </vt:variant>
      <vt:variant>
        <vt:i4>1900593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_Toc20298596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_Toc20298595</vt:lpwstr>
      </vt:variant>
      <vt:variant>
        <vt:i4>2031665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_Toc20298594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_Toc20298593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_Toc20298592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_Toc20298591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_Toc20298590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_Toc20298589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potwierdzenia zapłaty akcyzy za samochód</dc:title>
  <dc:subject/>
  <cp:keywords>ZEFIR2; PUESC</cp:keywords>
  <cp:lastModifiedBy>Fall Krzysztof</cp:lastModifiedBy>
  <cp:revision>15</cp:revision>
  <cp:lastPrinted>2013-01-03T11:52:00Z</cp:lastPrinted>
  <dcterms:created xsi:type="dcterms:W3CDTF">2024-10-25T09:46:00Z</dcterms:created>
  <dcterms:modified xsi:type="dcterms:W3CDTF">2024-12-05T12:37:00Z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ZF2-PWT-KXML-PZAS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UxC4dwLulzfINJ8nQH+xvX5LNGipWa4BRSZhPgxsCvmIrXkysy1omEgIQKoi/SCvFLJCKJH6D/VfKlISoLv3ow==</vt:lpwstr>
  </property>
  <property fmtid="{D5CDD505-2E9C-101B-9397-08002B2CF9AE}" pid="7" name="MFClassificationDate">
    <vt:lpwstr>2024-10-25T11:45:26.9458557+02:00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GRN-151180f1-466a-4b2e-bc99-9c9e76bba4d2</vt:lpwstr>
  </property>
  <property fmtid="{D5CDD505-2E9C-101B-9397-08002B2CF9AE}" pid="10" name="MFHash">
    <vt:lpwstr>dWZVcif7ncKIEACLMVV50HZV68HK4gDYA9rVyINNNmE=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